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5F5A8" w14:textId="74392DE4" w:rsidR="00CF4D18" w:rsidRPr="00CF4D18" w:rsidRDefault="00CF4D18" w:rsidP="00CF4D18">
      <w:pPr>
        <w:jc w:val="center"/>
        <w:rPr>
          <w:rFonts w:eastAsia="ＭＳ Ｐ明朝"/>
          <w:b/>
          <w:spacing w:val="20"/>
          <w:sz w:val="17"/>
        </w:rPr>
      </w:pPr>
      <w:bookmarkStart w:id="0" w:name="_Hlk22304840"/>
      <w:r w:rsidRPr="00CF4D18">
        <w:rPr>
          <w:rFonts w:eastAsia="ＭＳ Ｐ明朝"/>
          <w:b/>
          <w:spacing w:val="20"/>
          <w:sz w:val="17"/>
        </w:rPr>
        <w:t>20</w:t>
      </w:r>
      <w:r w:rsidR="00FC03BB">
        <w:rPr>
          <w:rFonts w:eastAsia="ＭＳ Ｐ明朝"/>
          <w:b/>
          <w:spacing w:val="20"/>
          <w:sz w:val="17"/>
        </w:rPr>
        <w:t>2</w:t>
      </w:r>
      <w:r w:rsidR="00497DCE">
        <w:rPr>
          <w:rFonts w:eastAsia="ＭＳ Ｐ明朝" w:hint="eastAsia"/>
          <w:b/>
          <w:spacing w:val="20"/>
          <w:sz w:val="17"/>
        </w:rPr>
        <w:t>6</w:t>
      </w:r>
      <w:r w:rsidRPr="00CF4D18">
        <w:rPr>
          <w:rFonts w:eastAsia="ＭＳ Ｐ明朝" w:hint="eastAsia"/>
          <w:b/>
          <w:spacing w:val="20"/>
          <w:sz w:val="17"/>
        </w:rPr>
        <w:t>年度東京農工大学大学院農学府修士課程特別</w:t>
      </w:r>
      <w:r w:rsidR="00FC03BB">
        <w:rPr>
          <w:rFonts w:eastAsia="ＭＳ Ｐ明朝" w:hint="eastAsia"/>
          <w:b/>
          <w:spacing w:val="20"/>
          <w:sz w:val="17"/>
        </w:rPr>
        <w:t>プログラム</w:t>
      </w:r>
      <w:r w:rsidRPr="00CF4D18">
        <w:rPr>
          <w:rFonts w:eastAsia="ＭＳ Ｐ明朝" w:hint="eastAsia"/>
          <w:b/>
          <w:spacing w:val="20"/>
          <w:sz w:val="17"/>
        </w:rPr>
        <w:t>入学申請書</w:t>
      </w:r>
    </w:p>
    <w:p w14:paraId="279E21A6" w14:textId="77777777" w:rsidR="00CF4D18" w:rsidRPr="00CF4D18" w:rsidRDefault="00CF4D18" w:rsidP="00CF4D18">
      <w:pPr>
        <w:jc w:val="center"/>
        <w:rPr>
          <w:rFonts w:eastAsia="ＭＳ Ｐ明朝"/>
          <w:b/>
          <w:spacing w:val="20"/>
          <w:sz w:val="17"/>
        </w:rPr>
      </w:pPr>
      <w:r w:rsidRPr="00CF4D18">
        <w:rPr>
          <w:rFonts w:eastAsia="ＭＳ Ｐ明朝" w:hint="eastAsia"/>
          <w:b/>
          <w:spacing w:val="20"/>
          <w:sz w:val="17"/>
        </w:rPr>
        <w:t>（私費外国人留学生）</w:t>
      </w:r>
    </w:p>
    <w:p w14:paraId="05B7A85B" w14:textId="45E92D60" w:rsidR="00CF4D18" w:rsidRPr="00CF4D18" w:rsidRDefault="00CF4D18" w:rsidP="00CF4D18">
      <w:pPr>
        <w:jc w:val="center"/>
        <w:rPr>
          <w:rFonts w:eastAsia="ＭＳ Ｐ明朝"/>
          <w:b/>
          <w:spacing w:val="20"/>
          <w:sz w:val="17"/>
        </w:rPr>
      </w:pPr>
      <w:r w:rsidRPr="00CF4D18">
        <w:rPr>
          <w:rFonts w:eastAsia="ＭＳ Ｐ明朝"/>
          <w:b/>
          <w:spacing w:val="20"/>
          <w:sz w:val="17"/>
        </w:rPr>
        <w:t>GRADUATE SCHOOL OF AGRICULTURE,</w:t>
      </w:r>
    </w:p>
    <w:p w14:paraId="71C260C8" w14:textId="77777777" w:rsidR="00CF4D18" w:rsidRPr="00CF4D18" w:rsidRDefault="00CF4D18" w:rsidP="00CF4D18">
      <w:pPr>
        <w:jc w:val="center"/>
        <w:rPr>
          <w:rFonts w:eastAsia="ＭＳ Ｐ明朝"/>
          <w:b/>
          <w:spacing w:val="20"/>
          <w:sz w:val="17"/>
        </w:rPr>
      </w:pPr>
      <w:r w:rsidRPr="00CF4D18">
        <w:rPr>
          <w:rFonts w:eastAsia="ＭＳ Ｐ明朝"/>
          <w:b/>
          <w:spacing w:val="20"/>
          <w:sz w:val="17"/>
        </w:rPr>
        <w:t>TOKYO UNIVERSITY OF AGRICULTURE AND TECHNOLOGY</w:t>
      </w:r>
    </w:p>
    <w:p w14:paraId="4907BB90" w14:textId="56838DEA" w:rsidR="00CF4D18" w:rsidRPr="00CF4D18" w:rsidRDefault="00CF4D18" w:rsidP="00FC03BB">
      <w:pPr>
        <w:jc w:val="center"/>
        <w:rPr>
          <w:rFonts w:eastAsia="ＭＳ Ｐ明朝"/>
          <w:b/>
          <w:spacing w:val="20"/>
          <w:sz w:val="17"/>
        </w:rPr>
      </w:pPr>
      <w:r w:rsidRPr="00CF4D18">
        <w:rPr>
          <w:rFonts w:eastAsia="ＭＳ Ｐ明朝" w:hint="eastAsia"/>
          <w:b/>
          <w:spacing w:val="20"/>
          <w:sz w:val="17"/>
        </w:rPr>
        <w:t>――</w:t>
      </w:r>
      <w:r w:rsidRPr="00CF4D18">
        <w:rPr>
          <w:rFonts w:eastAsia="ＭＳ Ｐ明朝"/>
          <w:b/>
          <w:spacing w:val="20"/>
          <w:sz w:val="17"/>
        </w:rPr>
        <w:t xml:space="preserve">SPECIAL </w:t>
      </w:r>
      <w:r w:rsidR="00FC03BB">
        <w:rPr>
          <w:rFonts w:eastAsia="ＭＳ Ｐ明朝"/>
          <w:b/>
          <w:spacing w:val="20"/>
          <w:sz w:val="17"/>
        </w:rPr>
        <w:t>PROGRAM</w:t>
      </w:r>
      <w:r w:rsidRPr="00CF4D18">
        <w:rPr>
          <w:rFonts w:eastAsia="ＭＳ Ｐ明朝"/>
          <w:b/>
          <w:spacing w:val="20"/>
          <w:sz w:val="17"/>
        </w:rPr>
        <w:t xml:space="preserve"> FOR INTERNATIONAL STUDENTS―― in </w:t>
      </w:r>
      <w:r w:rsidR="007747FE">
        <w:rPr>
          <w:rFonts w:eastAsia="ＭＳ Ｐ明朝"/>
          <w:b/>
          <w:spacing w:val="20"/>
          <w:sz w:val="17"/>
        </w:rPr>
        <w:t>202</w:t>
      </w:r>
      <w:r w:rsidR="00497DCE">
        <w:rPr>
          <w:rFonts w:eastAsia="ＭＳ Ｐ明朝" w:hint="eastAsia"/>
          <w:b/>
          <w:spacing w:val="20"/>
          <w:sz w:val="17"/>
        </w:rPr>
        <w:t>6</w:t>
      </w:r>
      <w:r w:rsidRPr="00CF4D18">
        <w:rPr>
          <w:rFonts w:eastAsia="ＭＳ Ｐ明朝"/>
          <w:b/>
          <w:spacing w:val="20"/>
          <w:sz w:val="17"/>
        </w:rPr>
        <w:t xml:space="preserve"> ACADEMIC YEAR</w:t>
      </w:r>
    </w:p>
    <w:p w14:paraId="48B35429" w14:textId="77777777" w:rsidR="00CF4D18" w:rsidRDefault="00CF4D18" w:rsidP="00CF4D18">
      <w:pPr>
        <w:jc w:val="center"/>
        <w:rPr>
          <w:rFonts w:eastAsia="ＭＳ Ｐ明朝"/>
          <w:b/>
          <w:spacing w:val="20"/>
          <w:sz w:val="17"/>
        </w:rPr>
      </w:pPr>
      <w:r w:rsidRPr="00CF4D18">
        <w:rPr>
          <w:rFonts w:eastAsia="ＭＳ Ｐ明朝"/>
          <w:b/>
          <w:spacing w:val="20"/>
          <w:sz w:val="17"/>
        </w:rPr>
        <w:t>(PRIVATELY FINANCED APPLICANTS)</w:t>
      </w:r>
      <w:bookmarkEnd w:id="0"/>
    </w:p>
    <w:p w14:paraId="22B0825C" w14:textId="77777777" w:rsidR="00CF4D18" w:rsidRPr="00CF4D18" w:rsidRDefault="00CF4D18" w:rsidP="00CF4D18">
      <w:pPr>
        <w:jc w:val="center"/>
        <w:rPr>
          <w:rFonts w:eastAsia="ＭＳ Ｐ明朝"/>
          <w:b/>
          <w:spacing w:val="20"/>
          <w:sz w:val="17"/>
        </w:rPr>
      </w:pPr>
    </w:p>
    <w:p w14:paraId="6885D89D" w14:textId="77777777" w:rsidR="00CF4D18" w:rsidRPr="00CF4D18" w:rsidRDefault="00CF4D18" w:rsidP="00CF4D18">
      <w:pPr>
        <w:jc w:val="left"/>
        <w:rPr>
          <w:rFonts w:eastAsia="ＭＳ Ｐ明朝"/>
          <w:spacing w:val="20"/>
          <w:sz w:val="17"/>
        </w:rPr>
      </w:pPr>
      <w:r w:rsidRPr="00CF4D18">
        <w:rPr>
          <w:rFonts w:eastAsia="ＭＳ Ｐ明朝"/>
          <w:spacing w:val="20"/>
          <w:sz w:val="17"/>
        </w:rPr>
        <w:t>INSTRUCTIONS</w:t>
      </w:r>
      <w:r w:rsidRPr="00CF4D18">
        <w:rPr>
          <w:rFonts w:eastAsia="ＭＳ Ｐ明朝" w:hint="eastAsia"/>
          <w:spacing w:val="20"/>
          <w:sz w:val="17"/>
        </w:rPr>
        <w:t>（記入上の注意）</w:t>
      </w:r>
    </w:p>
    <w:p w14:paraId="71D3ED07" w14:textId="77777777" w:rsidR="005A0E50"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p>
    <w:p w14:paraId="6A391842"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14:paraId="2B64796A"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14:paraId="48929E64" w14:textId="77777777"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14:paraId="3BD335B9" w14:textId="77777777"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14:paraId="30C0DA6B" w14:textId="77777777" w:rsidR="003A0C0B" w:rsidRDefault="00CF4D18" w:rsidP="00CF4D18">
      <w:pPr>
        <w:jc w:val="left"/>
        <w:rPr>
          <w:rFonts w:eastAsia="ＭＳ Ｐ明朝"/>
          <w:spacing w:val="20"/>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14:paraId="7187F709" w14:textId="77777777" w:rsidR="005D6B1F" w:rsidRPr="005A0E50" w:rsidRDefault="005D6B1F" w:rsidP="00CF4D18">
      <w:pPr>
        <w:jc w:val="left"/>
        <w:rPr>
          <w:rFonts w:ascii="OASYS明朝"/>
          <w:szCs w:val="15"/>
        </w:rPr>
      </w:pPr>
    </w:p>
    <w:p w14:paraId="081D0F01" w14:textId="77777777" w:rsidR="00366749" w:rsidRDefault="005D6B1F" w:rsidP="00CF4D18">
      <w:pPr>
        <w:jc w:val="left"/>
        <w:rPr>
          <w:rFonts w:ascii="OASYS明朝"/>
          <w:color w:val="000000"/>
        </w:rPr>
      </w:pPr>
      <w:r>
        <w:rPr>
          <w:rFonts w:ascii="OASYS明朝" w:hint="eastAsia"/>
          <w:color w:val="000000"/>
        </w:rPr>
        <w:t>※</w:t>
      </w:r>
      <w:r w:rsidR="00366749">
        <w:rPr>
          <w:rFonts w:ascii="OASYS明朝" w:hint="eastAsia"/>
          <w:color w:val="000000"/>
        </w:rPr>
        <w:t>A</w:t>
      </w:r>
      <w:r w:rsidR="00366749">
        <w:rPr>
          <w:rFonts w:ascii="OASYS明朝"/>
          <w:color w:val="000000"/>
        </w:rPr>
        <w:t xml:space="preserve">pplicant for the </w:t>
      </w:r>
      <w:r w:rsidRPr="005D6B1F">
        <w:rPr>
          <w:rFonts w:ascii="OASYS明朝"/>
          <w:color w:val="000000"/>
        </w:rPr>
        <w:t>Double Degrees from Home Institution and TUAT Graduate School (DDP)</w:t>
      </w:r>
      <w:r w:rsidR="00366749">
        <w:rPr>
          <w:rFonts w:ascii="OASYS明朝" w:hint="eastAsia"/>
          <w:color w:val="000000"/>
        </w:rPr>
        <w:t xml:space="preserve">　</w:t>
      </w:r>
      <w:r w:rsidR="00366749">
        <w:rPr>
          <w:rFonts w:ascii="OASYS明朝"/>
          <w:color w:val="000000"/>
        </w:rPr>
        <w:t>(</w:t>
      </w:r>
      <w:r w:rsidR="00366749">
        <w:rPr>
          <w:rFonts w:ascii="OASYS明朝" w:hint="eastAsia"/>
          <w:color w:val="000000"/>
        </w:rPr>
        <w:t>ダブルディグリープログラム申請者</w:t>
      </w:r>
      <w:r w:rsidR="00366749">
        <w:rPr>
          <w:rFonts w:ascii="OASYS明朝"/>
          <w:color w:val="000000"/>
        </w:rPr>
        <w:t>)</w:t>
      </w:r>
    </w:p>
    <w:p w14:paraId="5DD56138" w14:textId="77777777" w:rsidR="005D6B1F" w:rsidRPr="00CE208C" w:rsidRDefault="005D6B1F" w:rsidP="00CF4D18">
      <w:pPr>
        <w:jc w:val="left"/>
        <w:rPr>
          <w:rFonts w:ascii="OASYS明朝"/>
          <w:szCs w:val="15"/>
        </w:rPr>
      </w:pPr>
      <w:r>
        <w:rPr>
          <w:rFonts w:ascii="OASYS明朝" w:hint="eastAsia"/>
          <w:color w:val="000000"/>
        </w:rPr>
        <w:t xml:space="preserve">　</w:t>
      </w:r>
      <w:r w:rsidR="00366749" w:rsidRPr="00500D57">
        <w:rPr>
          <w:rFonts w:ascii="OASYS明朝" w:hint="eastAsia"/>
          <w:color w:val="000000"/>
        </w:rPr>
        <w:t>□</w:t>
      </w:r>
      <w:r w:rsidR="00366749" w:rsidRPr="00500D57">
        <w:rPr>
          <w:rFonts w:ascii="ＭＳ Ｐ明朝" w:eastAsia="ＭＳ Ｐ明朝"/>
          <w:color w:val="000000"/>
        </w:rPr>
        <w:t xml:space="preserve">Yes, I have </w:t>
      </w:r>
      <w:r w:rsidR="00366749" w:rsidRPr="00500D57">
        <w:rPr>
          <w:rFonts w:ascii="ＭＳ Ｐ明朝" w:eastAsia="ＭＳ Ｐ明朝" w:hint="eastAsia"/>
          <w:color w:val="000000"/>
        </w:rPr>
        <w:t>（はい）</w:t>
      </w:r>
    </w:p>
    <w:p w14:paraId="5DFF8299" w14:textId="77777777" w:rsidR="00F919BB" w:rsidRDefault="00F919BB" w:rsidP="00F919BB">
      <w:pPr>
        <w:tabs>
          <w:tab w:val="left" w:pos="8222"/>
        </w:tabs>
        <w:ind w:firstLineChars="100" w:firstLine="150"/>
        <w:jc w:val="left"/>
        <w:rPr>
          <w:rFonts w:ascii="ＭＳ Ｐ明朝" w:eastAsia="ＭＳ Ｐ明朝" w:hAnsi="ＭＳ Ｐ明朝"/>
          <w:szCs w:val="15"/>
        </w:rPr>
      </w:pPr>
      <w:r w:rsidRPr="00392557">
        <w:rPr>
          <w:rFonts w:ascii="ＭＳ Ｐ明朝" w:eastAsia="ＭＳ Ｐ明朝" w:hAnsi="ＭＳ Ｐ明朝" w:hint="eastAsia"/>
          <w:szCs w:val="15"/>
        </w:rPr>
        <w:t>□</w:t>
      </w:r>
      <w:r w:rsidRPr="00392557">
        <w:rPr>
          <w:rFonts w:ascii="ＭＳ Ｐ明朝" w:eastAsia="ＭＳ Ｐ明朝" w:hAnsi="ＭＳ Ｐ明朝"/>
          <w:szCs w:val="15"/>
        </w:rPr>
        <w:t>No, I don’t have it.(</w:t>
      </w:r>
      <w:r w:rsidRPr="00392557">
        <w:rPr>
          <w:rFonts w:ascii="ＭＳ Ｐ明朝" w:eastAsia="ＭＳ Ｐ明朝" w:hAnsi="ＭＳ Ｐ明朝" w:hint="eastAsia"/>
          <w:szCs w:val="15"/>
        </w:rPr>
        <w:t>いいえ</w:t>
      </w:r>
      <w:r w:rsidRPr="00392557">
        <w:rPr>
          <w:rFonts w:ascii="ＭＳ Ｐ明朝" w:eastAsia="ＭＳ Ｐ明朝" w:hAnsi="ＭＳ Ｐ明朝"/>
          <w:szCs w:val="15"/>
        </w:rPr>
        <w:t>)</w:t>
      </w:r>
    </w:p>
    <w:p w14:paraId="2E421EF2" w14:textId="77777777" w:rsidR="003A0C0B" w:rsidRPr="00392557" w:rsidRDefault="003A0C0B" w:rsidP="00F919BB">
      <w:pPr>
        <w:tabs>
          <w:tab w:val="left" w:pos="8222"/>
        </w:tabs>
        <w:ind w:firstLineChars="100" w:firstLine="150"/>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14:paraId="39A9EAF4" w14:textId="77777777"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14:anchorId="2E75A596" wp14:editId="725E2FE6">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3F89A9" id="Line 2"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" o:allowincell="f" strokeweight=".5pt"/>
            </w:pict>
          </mc:Fallback>
        </mc:AlternateContent>
      </w:r>
      <w:r>
        <w:rPr>
          <w:noProof/>
        </w:rPr>
        <mc:AlternateContent>
          <mc:Choice Requires="wps">
            <w:drawing>
              <wp:anchor distT="0" distB="0" distL="114300" distR="114300" simplePos="0" relativeHeight="251646976" behindDoc="0" locked="0" layoutInCell="0" allowOverlap="1" wp14:anchorId="2260848A" wp14:editId="6BC970E1">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24638" w14:textId="77777777"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60848A"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" o:allowincell="f" filled="f" stroked="f">
                <v:textbox inset="0,0,0,0">
                  <w:txbxContent>
                    <w:p w14:paraId="72E24638" w14:textId="77777777" w:rsidR="00366749" w:rsidRDefault="00366749">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14:paraId="46A75F98" w14:textId="77777777"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14:anchorId="29FC6445" wp14:editId="529F80B5">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B941CE" id="Line 4"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14:paraId="1E0B129A" w14:textId="77777777" w:rsidR="003A0C0B" w:rsidRPr="00392557" w:rsidRDefault="003A0C0B">
      <w:pPr>
        <w:tabs>
          <w:tab w:val="left" w:pos="8222"/>
        </w:tabs>
        <w:jc w:val="left"/>
        <w:rPr>
          <w:rFonts w:ascii="OASYS明朝"/>
        </w:rPr>
      </w:pPr>
    </w:p>
    <w:p w14:paraId="29D56341" w14:textId="77777777"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14:anchorId="4C199132" wp14:editId="0BE40528">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22851F" id="Line 5"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" strokeweight=".5pt"/>
            </w:pict>
          </mc:Fallback>
        </mc:AlternateContent>
      </w:r>
      <w:r>
        <w:rPr>
          <w:noProof/>
        </w:rPr>
        <mc:AlternateContent>
          <mc:Choice Requires="wps">
            <w:drawing>
              <wp:anchor distT="0" distB="0" distL="114300" distR="114300" simplePos="0" relativeHeight="251651072" behindDoc="0" locked="0" layoutInCell="0" allowOverlap="1" wp14:anchorId="45A688C7" wp14:editId="20DA0B71">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358751" id="Line 6"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14:anchorId="67F5BD06" wp14:editId="59617A40">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51360" w14:textId="77777777"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5BD06"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" o:allowincell="f" filled="f" stroked="f">
                <v:textbox inset="0,0,0,0">
                  <w:txbxContent>
                    <w:p w14:paraId="17951360" w14:textId="77777777" w:rsidR="00366749" w:rsidRDefault="00366749">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14:paraId="7A4D8F20" w14:textId="77777777"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14:paraId="0C78A8A7" w14:textId="77777777"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14:paraId="0BEAC30C" w14:textId="77777777" w:rsidR="00EB3464" w:rsidRPr="00392557" w:rsidRDefault="00EB3464">
      <w:pPr>
        <w:tabs>
          <w:tab w:val="left" w:pos="8222"/>
        </w:tabs>
        <w:jc w:val="left"/>
        <w:rPr>
          <w:rFonts w:ascii="OASYS明朝"/>
        </w:rPr>
      </w:pPr>
    </w:p>
    <w:p w14:paraId="48495590" w14:textId="77777777"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14:paraId="4064439D" w14:textId="77777777"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14:anchorId="0B9BD8BF" wp14:editId="74D6D5A6">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14:paraId="12CD559A" w14:textId="77777777">
                              <w:tc>
                                <w:tcPr>
                                  <w:tcW w:w="1942" w:type="dxa"/>
                                  <w:tcBorders>
                                    <w:top w:val="nil"/>
                                    <w:left w:val="nil"/>
                                    <w:bottom w:val="dashed" w:sz="4" w:space="0" w:color="auto"/>
                                    <w:right w:val="nil"/>
                                  </w:tcBorders>
                                </w:tcPr>
                                <w:p w14:paraId="38F7BAFD" w14:textId="77777777" w:rsidR="00366749" w:rsidRDefault="00366749">
                                  <w:pPr>
                                    <w:jc w:val="left"/>
                                    <w:rPr>
                                      <w:rFonts w:ascii="OASYS明朝"/>
                                      <w:sz w:val="14"/>
                                    </w:rPr>
                                  </w:pPr>
                                </w:p>
                              </w:tc>
                            </w:tr>
                            <w:tr w:rsidR="00366749" w14:paraId="0820D1F2" w14:textId="77777777">
                              <w:trPr>
                                <w:trHeight w:val="2579"/>
                              </w:trPr>
                              <w:tc>
                                <w:tcPr>
                                  <w:tcW w:w="1942" w:type="dxa"/>
                                  <w:tcBorders>
                                    <w:top w:val="dashed" w:sz="4" w:space="0" w:color="auto"/>
                                    <w:left w:val="dashed" w:sz="4" w:space="0" w:color="auto"/>
                                    <w:bottom w:val="dashed" w:sz="4" w:space="0" w:color="auto"/>
                                    <w:right w:val="dashed" w:sz="4" w:space="0" w:color="auto"/>
                                  </w:tcBorders>
                                </w:tcPr>
                                <w:p w14:paraId="6A59B8AE" w14:textId="77777777" w:rsidR="00366749" w:rsidRDefault="00366749" w:rsidP="005714B8">
                                  <w:pPr>
                                    <w:spacing w:line="260" w:lineRule="atLeast"/>
                                    <w:ind w:left="113" w:right="113"/>
                                    <w:rPr>
                                      <w:rFonts w:ascii="ＭＳ Ｐ明朝" w:eastAsia="ＭＳ Ｐ明朝" w:hAnsi="ＭＳ Ｐ明朝"/>
                                      <w:sz w:val="12"/>
                                      <w:szCs w:val="12"/>
                                      <w:u w:val="single"/>
                                    </w:rPr>
                                  </w:pPr>
                                </w:p>
                                <w:p w14:paraId="0F0ECCD9" w14:textId="77777777"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14:paraId="45D547F2" w14:textId="77777777"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14:paraId="2235E1B6" w14:textId="77777777"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14:paraId="6E22E7AF" w14:textId="77777777" w:rsidR="00366749" w:rsidRDefault="00366749">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BD8BF"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14:paraId="12CD559A" w14:textId="77777777">
                        <w:tc>
                          <w:tcPr>
                            <w:tcW w:w="1942" w:type="dxa"/>
                            <w:tcBorders>
                              <w:top w:val="nil"/>
                              <w:left w:val="nil"/>
                              <w:bottom w:val="dashed" w:sz="4" w:space="0" w:color="auto"/>
                              <w:right w:val="nil"/>
                            </w:tcBorders>
                          </w:tcPr>
                          <w:p w14:paraId="38F7BAFD" w14:textId="77777777" w:rsidR="00366749" w:rsidRDefault="00366749">
                            <w:pPr>
                              <w:jc w:val="left"/>
                              <w:rPr>
                                <w:rFonts w:ascii="OASYS明朝"/>
                                <w:sz w:val="14"/>
                              </w:rPr>
                            </w:pPr>
                          </w:p>
                        </w:tc>
                      </w:tr>
                      <w:tr w:rsidR="00366749" w14:paraId="0820D1F2" w14:textId="77777777">
                        <w:trPr>
                          <w:trHeight w:val="2579"/>
                        </w:trPr>
                        <w:tc>
                          <w:tcPr>
                            <w:tcW w:w="1942" w:type="dxa"/>
                            <w:tcBorders>
                              <w:top w:val="dashed" w:sz="4" w:space="0" w:color="auto"/>
                              <w:left w:val="dashed" w:sz="4" w:space="0" w:color="auto"/>
                              <w:bottom w:val="dashed" w:sz="4" w:space="0" w:color="auto"/>
                              <w:right w:val="dashed" w:sz="4" w:space="0" w:color="auto"/>
                            </w:tcBorders>
                          </w:tcPr>
                          <w:p w14:paraId="6A59B8AE" w14:textId="77777777" w:rsidR="00366749" w:rsidRDefault="00366749" w:rsidP="005714B8">
                            <w:pPr>
                              <w:spacing w:line="260" w:lineRule="atLeast"/>
                              <w:ind w:left="113" w:right="113"/>
                              <w:rPr>
                                <w:rFonts w:ascii="ＭＳ Ｐ明朝" w:eastAsia="ＭＳ Ｐ明朝" w:hAnsi="ＭＳ Ｐ明朝"/>
                                <w:sz w:val="12"/>
                                <w:szCs w:val="12"/>
                                <w:u w:val="single"/>
                              </w:rPr>
                            </w:pPr>
                          </w:p>
                          <w:p w14:paraId="0F0ECCD9" w14:textId="77777777"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14:paraId="45D547F2" w14:textId="77777777"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14:paraId="2235E1B6" w14:textId="77777777"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14:paraId="6E22E7AF" w14:textId="77777777" w:rsidR="00366749" w:rsidRDefault="00366749">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D6B1F">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14:paraId="6182B0C1" w14:textId="77777777"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14:anchorId="70CF3F55" wp14:editId="59BD8DCC">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2657E3" id="Line 9"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14:paraId="6DC3CA55" w14:textId="77777777" w:rsidR="003A0C0B" w:rsidRPr="00392557" w:rsidRDefault="003A0C0B">
      <w:pPr>
        <w:jc w:val="left"/>
        <w:rPr>
          <w:rFonts w:ascii="OASYS明朝"/>
        </w:rPr>
      </w:pPr>
    </w:p>
    <w:p w14:paraId="0B360024" w14:textId="7E0DC70D"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birth and age as of April 1, </w:t>
      </w:r>
      <w:r w:rsidR="007747FE">
        <w:rPr>
          <w:rFonts w:ascii="ＭＳ Ｐ明朝" w:eastAsia="ＭＳ Ｐ明朝"/>
          <w:color w:val="000000"/>
        </w:rPr>
        <w:t>202</w:t>
      </w:r>
      <w:r w:rsidR="00497DCE">
        <w:rPr>
          <w:rFonts w:ascii="ＭＳ Ｐ明朝" w:eastAsia="ＭＳ Ｐ明朝" w:hint="eastAsia"/>
          <w:color w:val="000000"/>
        </w:rPr>
        <w:t>6</w:t>
      </w:r>
      <w:r w:rsidR="005A0E50" w:rsidRPr="00500D57">
        <w:rPr>
          <w:rFonts w:ascii="OASYS明朝"/>
          <w:color w:val="000000"/>
        </w:rPr>
        <w:t xml:space="preserve"> </w:t>
      </w:r>
      <w:r w:rsidR="00500D57" w:rsidRPr="00500D57">
        <w:rPr>
          <w:rFonts w:ascii="OASYS明朝"/>
          <w:color w:val="000000"/>
        </w:rPr>
        <w:t>(</w:t>
      </w:r>
      <w:r w:rsidR="00500D57" w:rsidRPr="00500D57">
        <w:rPr>
          <w:rFonts w:ascii="OASYS明朝" w:hint="eastAsia"/>
          <w:color w:val="000000"/>
        </w:rPr>
        <w:t>生年月日及び</w:t>
      </w:r>
      <w:r w:rsidR="007747FE">
        <w:rPr>
          <w:rFonts w:ascii="OASYS明朝"/>
          <w:color w:val="000000"/>
        </w:rPr>
        <w:t>202</w:t>
      </w:r>
      <w:r w:rsidR="00497DCE">
        <w:rPr>
          <w:rFonts w:ascii="OASYS明朝" w:hint="eastAsia"/>
          <w:color w:val="000000"/>
        </w:rPr>
        <w:t>6</w:t>
      </w:r>
      <w:r w:rsidR="00500D57" w:rsidRPr="00500D57">
        <w:rPr>
          <w:rFonts w:ascii="OASYS明朝" w:hint="eastAsia"/>
          <w:color w:val="000000"/>
        </w:rPr>
        <w:t>年</w:t>
      </w:r>
      <w:r w:rsidR="005A0E50">
        <w:rPr>
          <w:rFonts w:ascii="OASYS明朝" w:hint="eastAsia"/>
          <w:color w:val="000000"/>
        </w:rPr>
        <w:t>4</w:t>
      </w:r>
      <w:r w:rsidR="00500D57" w:rsidRPr="00500D57">
        <w:rPr>
          <w:rFonts w:ascii="OASYS明朝" w:hint="eastAsia"/>
          <w:color w:val="000000"/>
        </w:rPr>
        <w:t>月</w:t>
      </w:r>
      <w:r w:rsidR="005A0E50">
        <w:rPr>
          <w:rFonts w:ascii="OASYS明朝" w:hint="eastAsia"/>
          <w:color w:val="000000"/>
        </w:rPr>
        <w:t>1</w:t>
      </w:r>
      <w:r w:rsidR="00500D57" w:rsidRPr="00500D57">
        <w:rPr>
          <w:rFonts w:ascii="OASYS明朝" w:hint="eastAsia"/>
          <w:color w:val="000000"/>
        </w:rPr>
        <w:t>日現在の年齢）</w:t>
      </w:r>
    </w:p>
    <w:p w14:paraId="31B00FDD" w14:textId="77777777" w:rsidR="00500D57" w:rsidRPr="00392557" w:rsidRDefault="00500D57">
      <w:pPr>
        <w:jc w:val="left"/>
        <w:rPr>
          <w:rFonts w:ascii="OASYS明朝"/>
        </w:rPr>
      </w:pPr>
    </w:p>
    <w:p w14:paraId="4A5D6042" w14:textId="77777777"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14:paraId="7B42AF0C" w14:textId="77777777"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14:anchorId="57F5B6EE" wp14:editId="0877B0EA">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BC52E" id="Line 10"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14:paraId="48424EDA" w14:textId="77777777" w:rsidR="003A0C0B" w:rsidRPr="00500D57" w:rsidRDefault="003A0C0B">
      <w:pPr>
        <w:jc w:val="left"/>
        <w:rPr>
          <w:rFonts w:ascii="OASYS明朝"/>
        </w:rPr>
      </w:pPr>
    </w:p>
    <w:p w14:paraId="32D7E5D3" w14:textId="77777777"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14:paraId="1F98A752" w14:textId="77777777"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14:paraId="3E57BC32" w14:textId="77777777" w:rsidR="00932F2C" w:rsidRPr="00392557" w:rsidRDefault="00932F2C">
      <w:pPr>
        <w:tabs>
          <w:tab w:val="left" w:pos="7828"/>
        </w:tabs>
        <w:jc w:val="left"/>
        <w:rPr>
          <w:rFonts w:ascii="OASYS明朝"/>
          <w:sz w:val="14"/>
        </w:rPr>
      </w:pPr>
    </w:p>
    <w:p w14:paraId="46DBA7F9" w14:textId="77777777" w:rsidR="003A0C0B" w:rsidRPr="00392557" w:rsidRDefault="003A0C0B">
      <w:pPr>
        <w:jc w:val="left"/>
        <w:rPr>
          <w:rFonts w:ascii="OASYS明朝"/>
        </w:rPr>
      </w:pPr>
    </w:p>
    <w:p w14:paraId="73C7E52E" w14:textId="77777777"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14:anchorId="72CABC6C" wp14:editId="66AB7D02">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B1DA6E" id="Line 11"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" o:allowincell="f" strokeweight=".5pt"/>
            </w:pict>
          </mc:Fallback>
        </mc:AlternateContent>
      </w:r>
    </w:p>
    <w:p w14:paraId="56AFFADD" w14:textId="77777777"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14:paraId="3837D284" w14:textId="77777777"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14:paraId="5093F0D0" w14:textId="77777777"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14:anchorId="5BE7A6A4" wp14:editId="60F0D783">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07620A" id="Group 12" o:spid="_x0000_s1026" style="position:absolute;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14:paraId="568A33C1" w14:textId="77777777"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14:paraId="0EF044F0" w14:textId="77777777"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14:paraId="32916C27" w14:textId="77777777"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14:paraId="0FEEDA27" w14:textId="77777777"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14:paraId="5933D6AB" w14:textId="050D335D" w:rsidR="006778EE" w:rsidRDefault="006778EE">
      <w:pPr>
        <w:widowControl/>
        <w:jc w:val="left"/>
        <w:rPr>
          <w:rFonts w:ascii="OASYS明朝"/>
        </w:rPr>
      </w:pPr>
      <w:r>
        <w:rPr>
          <w:rFonts w:ascii="OASYS明朝"/>
        </w:rPr>
        <w:br w:type="page"/>
      </w:r>
    </w:p>
    <w:p w14:paraId="29706BE8" w14:textId="77777777" w:rsidR="003A0C0B" w:rsidRPr="00392557" w:rsidRDefault="003A0C0B">
      <w:pPr>
        <w:jc w:val="left"/>
        <w:rPr>
          <w:rFonts w:ascii="OASYS明朝"/>
        </w:rPr>
      </w:pPr>
      <w:r w:rsidRPr="00392557">
        <w:rPr>
          <w:rFonts w:ascii="OASYS明朝" w:hint="eastAsia"/>
        </w:rPr>
        <w:lastRenderedPageBreak/>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14:paraId="58E87B8C" w14:textId="77777777" w:rsidR="003A0C0B" w:rsidRPr="00392557" w:rsidRDefault="003A0C0B">
      <w:pPr>
        <w:jc w:val="left"/>
        <w:rPr>
          <w:rFonts w:ascii="OASYS明朝"/>
        </w:rPr>
      </w:pPr>
      <w:r w:rsidRPr="00392557">
        <w:rPr>
          <w:rFonts w:ascii="OASYS明朝" w:hint="eastAsia"/>
        </w:rPr>
        <w:t xml:space="preserve">　　（過去に専攻した専門分野（できるだけ具体的に詳細に書くこと｡））</w:t>
      </w:r>
    </w:p>
    <w:p w14:paraId="69D882A6" w14:textId="77777777" w:rsidR="00F919BB" w:rsidRDefault="00F919BB">
      <w:pPr>
        <w:jc w:val="left"/>
        <w:rPr>
          <w:rFonts w:ascii="OASYS明朝"/>
        </w:rPr>
      </w:pPr>
    </w:p>
    <w:p w14:paraId="3218FD83" w14:textId="77777777" w:rsidR="003A0C0B" w:rsidRPr="00392557" w:rsidRDefault="003A0C0B">
      <w:pPr>
        <w:jc w:val="left"/>
        <w:rPr>
          <w:rFonts w:ascii="OASYS明朝"/>
        </w:rPr>
      </w:pPr>
      <w:r w:rsidRPr="00392557">
        <w:rPr>
          <w:rFonts w:ascii="OASYS明朝" w:hint="eastAsia"/>
        </w:rPr>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14:paraId="42FBC32B" w14:textId="77777777">
        <w:tc>
          <w:tcPr>
            <w:tcW w:w="2070" w:type="dxa"/>
            <w:tcBorders>
              <w:top w:val="nil"/>
              <w:left w:val="nil"/>
              <w:bottom w:val="single" w:sz="4" w:space="0" w:color="auto"/>
              <w:right w:val="nil"/>
            </w:tcBorders>
          </w:tcPr>
          <w:p w14:paraId="03C250F4" w14:textId="77777777"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14:paraId="50A84342" w14:textId="77777777"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14:paraId="622911AB" w14:textId="77777777"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14:paraId="5C97AD07" w14:textId="77777777"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14:paraId="41D5D290" w14:textId="77777777" w:rsidR="003A0C0B" w:rsidRPr="00392557" w:rsidRDefault="003A0C0B">
            <w:pPr>
              <w:jc w:val="left"/>
              <w:rPr>
                <w:rFonts w:ascii="OASYS明朝"/>
                <w:sz w:val="14"/>
              </w:rPr>
            </w:pPr>
          </w:p>
        </w:tc>
      </w:tr>
      <w:tr w:rsidR="003A0C0B" w:rsidRPr="00392557" w14:paraId="01CC5EA8" w14:textId="77777777">
        <w:trPr>
          <w:trHeight w:val="1020"/>
        </w:trPr>
        <w:tc>
          <w:tcPr>
            <w:tcW w:w="2070" w:type="dxa"/>
            <w:tcBorders>
              <w:top w:val="nil"/>
              <w:left w:val="single" w:sz="4" w:space="0" w:color="auto"/>
              <w:bottom w:val="single" w:sz="4" w:space="0" w:color="auto"/>
              <w:right w:val="dashed" w:sz="4" w:space="0" w:color="auto"/>
            </w:tcBorders>
            <w:vAlign w:val="center"/>
          </w:tcPr>
          <w:p w14:paraId="4F7B0ED4" w14:textId="77777777"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14:paraId="3EF4BC6C" w14:textId="77777777" w:rsidR="003A0C0B" w:rsidRPr="00392557" w:rsidRDefault="003A0C0B">
            <w:pPr>
              <w:jc w:val="center"/>
              <w:rPr>
                <w:rFonts w:ascii="OASYS明朝"/>
              </w:rPr>
            </w:pPr>
            <w:r w:rsidRPr="00392557">
              <w:rPr>
                <w:rFonts w:ascii="ＭＳ Ｐ明朝" w:eastAsia="ＭＳ Ｐ明朝"/>
              </w:rPr>
              <w:t>Name and Address of School</w:t>
            </w:r>
          </w:p>
          <w:p w14:paraId="4DED5A2B" w14:textId="77777777" w:rsidR="003A0C0B" w:rsidRPr="00392557" w:rsidRDefault="003A0C0B">
            <w:pPr>
              <w:jc w:val="center"/>
              <w:rPr>
                <w:rFonts w:ascii="OASYS明朝"/>
              </w:rPr>
            </w:pPr>
          </w:p>
          <w:p w14:paraId="25A902C8" w14:textId="77777777" w:rsidR="003A0C0B" w:rsidRPr="00392557" w:rsidRDefault="003A0C0B">
            <w:pPr>
              <w:jc w:val="center"/>
              <w:rPr>
                <w:rFonts w:ascii="OASYS明朝"/>
              </w:rPr>
            </w:pPr>
          </w:p>
          <w:p w14:paraId="5FDC805B" w14:textId="77777777"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14:paraId="29350AC3" w14:textId="77777777" w:rsidR="003A0C0B" w:rsidRPr="00392557" w:rsidRDefault="003A0C0B">
            <w:pPr>
              <w:jc w:val="center"/>
              <w:rPr>
                <w:rFonts w:ascii="ＭＳ Ｐ明朝" w:eastAsia="ＭＳ Ｐ明朝"/>
              </w:rPr>
            </w:pPr>
            <w:r w:rsidRPr="00392557">
              <w:rPr>
                <w:rFonts w:ascii="ＭＳ Ｐ明朝" w:eastAsia="ＭＳ Ｐ明朝"/>
              </w:rPr>
              <w:t>Year and Month</w:t>
            </w:r>
          </w:p>
          <w:p w14:paraId="72EA9D4C" w14:textId="77777777" w:rsidR="003A0C0B" w:rsidRPr="00392557" w:rsidRDefault="003A0C0B">
            <w:pPr>
              <w:jc w:val="center"/>
              <w:rPr>
                <w:rFonts w:ascii="ＭＳ Ｐ明朝" w:eastAsia="ＭＳ Ｐ明朝"/>
              </w:rPr>
            </w:pPr>
            <w:r w:rsidRPr="00392557">
              <w:rPr>
                <w:rFonts w:ascii="ＭＳ Ｐ明朝" w:eastAsia="ＭＳ Ｐ明朝"/>
              </w:rPr>
              <w:t>of Entrance and</w:t>
            </w:r>
          </w:p>
          <w:p w14:paraId="2DA1713C" w14:textId="77777777" w:rsidR="003A0C0B" w:rsidRPr="00392557" w:rsidRDefault="003A0C0B">
            <w:pPr>
              <w:jc w:val="center"/>
              <w:rPr>
                <w:rFonts w:ascii="OASYS明朝"/>
              </w:rPr>
            </w:pPr>
            <w:r w:rsidRPr="00392557">
              <w:rPr>
                <w:rFonts w:ascii="ＭＳ Ｐ明朝" w:eastAsia="ＭＳ Ｐ明朝"/>
              </w:rPr>
              <w:t>Completion</w:t>
            </w:r>
          </w:p>
          <w:p w14:paraId="2581D1C2" w14:textId="77777777"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14:paraId="0058B37B" w14:textId="77777777"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14:paraId="65EA2B68" w14:textId="77777777"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14:paraId="639017B0" w14:textId="77777777"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14:paraId="29E99A2C" w14:textId="77777777"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14:paraId="6B6640E3" w14:textId="77777777">
        <w:trPr>
          <w:trHeight w:val="1685"/>
        </w:trPr>
        <w:tc>
          <w:tcPr>
            <w:tcW w:w="2070" w:type="dxa"/>
            <w:tcBorders>
              <w:top w:val="nil"/>
              <w:left w:val="single" w:sz="4" w:space="0" w:color="auto"/>
              <w:bottom w:val="single" w:sz="4" w:space="0" w:color="auto"/>
              <w:right w:val="dashed" w:sz="4" w:space="0" w:color="auto"/>
            </w:tcBorders>
            <w:vAlign w:val="center"/>
          </w:tcPr>
          <w:p w14:paraId="18581040" w14:textId="77777777" w:rsidR="003A0C0B" w:rsidRPr="00392557" w:rsidRDefault="00455450">
            <w:pPr>
              <w:jc w:val="center"/>
              <w:rPr>
                <w:rFonts w:ascii="OASYS明朝"/>
              </w:rPr>
            </w:pPr>
            <w:r w:rsidRPr="00455450">
              <w:rPr>
                <w:rFonts w:ascii="ＭＳ Ｐ明朝" w:eastAsia="ＭＳ Ｐ明朝"/>
                <w:color w:val="000000"/>
              </w:rPr>
              <w:t>Primary Education</w:t>
            </w:r>
          </w:p>
          <w:p w14:paraId="05742A18" w14:textId="77777777"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14:paraId="547F7FBB" w14:textId="77777777" w:rsidR="003A0C0B" w:rsidRPr="00392557" w:rsidRDefault="003A0C0B">
            <w:pPr>
              <w:jc w:val="center"/>
              <w:rPr>
                <w:rFonts w:ascii="OASYS明朝"/>
              </w:rPr>
            </w:pPr>
          </w:p>
          <w:p w14:paraId="3A541ECC" w14:textId="77777777" w:rsidR="003A0C0B" w:rsidRPr="00392557" w:rsidRDefault="003A0C0B">
            <w:pPr>
              <w:jc w:val="center"/>
              <w:rPr>
                <w:rFonts w:ascii="OASYS明朝"/>
              </w:rPr>
            </w:pPr>
            <w:r w:rsidRPr="00392557">
              <w:rPr>
                <w:rFonts w:ascii="ＭＳ Ｐ明朝" w:eastAsia="ＭＳ Ｐ明朝"/>
              </w:rPr>
              <w:t>Elementary School</w:t>
            </w:r>
          </w:p>
          <w:p w14:paraId="482E473C" w14:textId="77777777"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14:paraId="326F9B7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7EAB254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06C2E05B" w14:textId="77777777" w:rsidR="003A0C0B" w:rsidRPr="00392557" w:rsidRDefault="003A0C0B">
            <w:pPr>
              <w:spacing w:line="164" w:lineRule="exact"/>
              <w:jc w:val="left"/>
              <w:rPr>
                <w:rFonts w:ascii="OASYS明朝"/>
              </w:rPr>
            </w:pPr>
          </w:p>
          <w:p w14:paraId="7D25AD64" w14:textId="77777777" w:rsidR="003A0C0B" w:rsidRPr="00392557" w:rsidRDefault="003A0C0B">
            <w:pPr>
              <w:spacing w:line="164" w:lineRule="exact"/>
              <w:jc w:val="left"/>
              <w:rPr>
                <w:rFonts w:ascii="OASYS明朝"/>
              </w:rPr>
            </w:pPr>
          </w:p>
          <w:p w14:paraId="2979C739" w14:textId="77777777" w:rsidR="003A0C0B" w:rsidRPr="00392557" w:rsidRDefault="003A0C0B">
            <w:pPr>
              <w:spacing w:line="164" w:lineRule="exact"/>
              <w:jc w:val="left"/>
              <w:rPr>
                <w:rFonts w:ascii="OASYS明朝"/>
              </w:rPr>
            </w:pPr>
          </w:p>
          <w:p w14:paraId="3FDC8CC8" w14:textId="77777777"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14:paraId="0B119B8B" w14:textId="77777777"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14:paraId="3D88D087" w14:textId="77777777" w:rsidR="003A0C0B" w:rsidRPr="00392557" w:rsidRDefault="003A0C0B">
            <w:pPr>
              <w:spacing w:line="164" w:lineRule="exact"/>
              <w:jc w:val="left"/>
              <w:rPr>
                <w:rFonts w:ascii="OASYS明朝"/>
                <w:lang w:val="fr-FR"/>
              </w:rPr>
            </w:pPr>
          </w:p>
          <w:p w14:paraId="44B4AB40" w14:textId="77777777" w:rsidR="003A0C0B" w:rsidRPr="00392557" w:rsidRDefault="003A0C0B">
            <w:pPr>
              <w:spacing w:line="164" w:lineRule="exact"/>
              <w:jc w:val="left"/>
              <w:rPr>
                <w:rFonts w:ascii="OASYS明朝"/>
                <w:lang w:val="fr-FR"/>
              </w:rPr>
            </w:pPr>
          </w:p>
          <w:p w14:paraId="621A98C7" w14:textId="77777777"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14:paraId="31640507" w14:textId="77777777"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14:paraId="6521A53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56CD5B92" w14:textId="77777777" w:rsidR="003A0C0B" w:rsidRPr="00392557" w:rsidRDefault="003A0C0B">
            <w:pPr>
              <w:spacing w:line="164" w:lineRule="exact"/>
              <w:jc w:val="left"/>
              <w:rPr>
                <w:rFonts w:ascii="OASYS明朝"/>
              </w:rPr>
            </w:pPr>
          </w:p>
          <w:p w14:paraId="1F3EC948" w14:textId="77777777" w:rsidR="003A0C0B" w:rsidRPr="00392557" w:rsidRDefault="003A0C0B">
            <w:pPr>
              <w:spacing w:line="164" w:lineRule="exact"/>
              <w:jc w:val="left"/>
              <w:rPr>
                <w:rFonts w:ascii="OASYS明朝"/>
              </w:rPr>
            </w:pPr>
          </w:p>
          <w:p w14:paraId="46BC8F72" w14:textId="77777777" w:rsidR="003A0C0B" w:rsidRPr="00392557" w:rsidRDefault="003A0C0B">
            <w:pPr>
              <w:spacing w:line="164" w:lineRule="exact"/>
              <w:jc w:val="left"/>
              <w:rPr>
                <w:rFonts w:ascii="OASYS明朝"/>
              </w:rPr>
            </w:pPr>
          </w:p>
          <w:p w14:paraId="4AD7DC6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562F735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7569EB6F" w14:textId="77777777" w:rsidR="003A0C0B" w:rsidRPr="00392557" w:rsidRDefault="003A0C0B">
            <w:pPr>
              <w:spacing w:line="164" w:lineRule="exact"/>
              <w:jc w:val="left"/>
              <w:rPr>
                <w:rFonts w:ascii="OASYS明朝"/>
              </w:rPr>
            </w:pPr>
          </w:p>
          <w:p w14:paraId="7B79FF0D" w14:textId="77777777" w:rsidR="003A0C0B" w:rsidRPr="00392557" w:rsidRDefault="003A0C0B">
            <w:pPr>
              <w:spacing w:line="164" w:lineRule="exact"/>
              <w:jc w:val="left"/>
              <w:rPr>
                <w:rFonts w:ascii="OASYS明朝"/>
                <w:sz w:val="14"/>
              </w:rPr>
            </w:pPr>
          </w:p>
          <w:p w14:paraId="123A8E23"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6B6B844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16BF183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3C10262F" w14:textId="77777777" w:rsidR="003A0C0B" w:rsidRPr="00392557" w:rsidRDefault="003A0C0B">
            <w:pPr>
              <w:spacing w:line="164" w:lineRule="exact"/>
              <w:jc w:val="left"/>
              <w:rPr>
                <w:rFonts w:ascii="OASYS明朝"/>
              </w:rPr>
            </w:pPr>
          </w:p>
          <w:p w14:paraId="5295A1C1" w14:textId="77777777" w:rsidR="003A0C0B" w:rsidRPr="00392557" w:rsidRDefault="003A0C0B">
            <w:pPr>
              <w:spacing w:line="164" w:lineRule="exact"/>
              <w:jc w:val="left"/>
              <w:rPr>
                <w:rFonts w:ascii="OASYS明朝"/>
              </w:rPr>
            </w:pPr>
          </w:p>
          <w:p w14:paraId="516B4A4B" w14:textId="77777777" w:rsidR="003A0C0B" w:rsidRPr="00392557" w:rsidRDefault="003A0C0B">
            <w:pPr>
              <w:spacing w:line="164" w:lineRule="exact"/>
              <w:jc w:val="left"/>
              <w:rPr>
                <w:rFonts w:ascii="OASYS明朝"/>
              </w:rPr>
            </w:pPr>
          </w:p>
          <w:p w14:paraId="1C0E0FA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627ACBB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1BE6DE3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02E89611" w14:textId="77777777" w:rsidR="003A0C0B" w:rsidRPr="00392557" w:rsidRDefault="003A0C0B">
            <w:pPr>
              <w:spacing w:line="164" w:lineRule="exact"/>
              <w:jc w:val="left"/>
              <w:rPr>
                <w:rFonts w:ascii="OASYS明朝"/>
                <w:sz w:val="14"/>
              </w:rPr>
            </w:pPr>
          </w:p>
          <w:p w14:paraId="2FD1BDBA"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1C686137" w14:textId="77777777" w:rsidR="003A0C0B" w:rsidRPr="00392557" w:rsidRDefault="003A0C0B">
            <w:pPr>
              <w:jc w:val="left"/>
              <w:rPr>
                <w:rFonts w:ascii="OASYS明朝"/>
                <w:sz w:val="14"/>
              </w:rPr>
            </w:pPr>
          </w:p>
        </w:tc>
      </w:tr>
      <w:tr w:rsidR="003A0C0B" w:rsidRPr="00392557" w14:paraId="5FC42163" w14:textId="77777777">
        <w:trPr>
          <w:trHeight w:val="1828"/>
        </w:trPr>
        <w:tc>
          <w:tcPr>
            <w:tcW w:w="2070" w:type="dxa"/>
            <w:tcBorders>
              <w:top w:val="nil"/>
              <w:left w:val="single" w:sz="4" w:space="0" w:color="auto"/>
              <w:bottom w:val="single" w:sz="4" w:space="0" w:color="auto"/>
              <w:right w:val="dashed" w:sz="4" w:space="0" w:color="auto"/>
            </w:tcBorders>
            <w:vAlign w:val="center"/>
          </w:tcPr>
          <w:p w14:paraId="4CD4305C" w14:textId="77777777" w:rsidR="003A0C0B" w:rsidRPr="00392557" w:rsidRDefault="003A0C0B">
            <w:pPr>
              <w:jc w:val="center"/>
              <w:rPr>
                <w:rFonts w:ascii="OASYS明朝"/>
              </w:rPr>
            </w:pPr>
            <w:r w:rsidRPr="00392557">
              <w:rPr>
                <w:rFonts w:ascii="ＭＳ Ｐ明朝" w:eastAsia="ＭＳ Ｐ明朝"/>
              </w:rPr>
              <w:t>Secondary Education</w:t>
            </w:r>
          </w:p>
          <w:p w14:paraId="035028D8" w14:textId="77777777" w:rsidR="003A0C0B" w:rsidRPr="00392557" w:rsidRDefault="003A0C0B">
            <w:pPr>
              <w:jc w:val="center"/>
              <w:rPr>
                <w:rFonts w:ascii="OASYS明朝"/>
              </w:rPr>
            </w:pPr>
            <w:r w:rsidRPr="00392557">
              <w:rPr>
                <w:rFonts w:ascii="OASYS明朝" w:hint="eastAsia"/>
              </w:rPr>
              <w:t>（中等教育）</w:t>
            </w:r>
          </w:p>
          <w:p w14:paraId="353B9DC4" w14:textId="77777777" w:rsidR="003A0C0B" w:rsidRPr="00392557" w:rsidRDefault="003A0C0B">
            <w:pPr>
              <w:jc w:val="center"/>
              <w:rPr>
                <w:rFonts w:ascii="OASYS明朝"/>
              </w:rPr>
            </w:pPr>
          </w:p>
          <w:p w14:paraId="4B2043FE" w14:textId="77777777" w:rsidR="003A0C0B" w:rsidRPr="00392557" w:rsidRDefault="00455450">
            <w:pPr>
              <w:jc w:val="center"/>
              <w:rPr>
                <w:rFonts w:ascii="OASYS明朝"/>
              </w:rPr>
            </w:pPr>
            <w:r w:rsidRPr="00455450">
              <w:rPr>
                <w:rFonts w:ascii="ＭＳ Ｐ明朝" w:eastAsia="ＭＳ Ｐ明朝"/>
                <w:color w:val="000000"/>
              </w:rPr>
              <w:t>Middle School</w:t>
            </w:r>
          </w:p>
          <w:p w14:paraId="2FDD454F" w14:textId="77777777"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14:paraId="56B8BFF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08A93F8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5FF6B485" w14:textId="77777777" w:rsidR="003A0C0B" w:rsidRPr="00392557" w:rsidRDefault="003A0C0B">
            <w:pPr>
              <w:spacing w:line="164" w:lineRule="exact"/>
              <w:jc w:val="left"/>
              <w:rPr>
                <w:rFonts w:ascii="OASYS明朝"/>
              </w:rPr>
            </w:pPr>
          </w:p>
          <w:p w14:paraId="16783F0A" w14:textId="77777777" w:rsidR="003A0C0B" w:rsidRPr="00392557" w:rsidRDefault="003A0C0B">
            <w:pPr>
              <w:spacing w:line="164" w:lineRule="exact"/>
              <w:jc w:val="left"/>
              <w:rPr>
                <w:rFonts w:ascii="OASYS明朝"/>
              </w:rPr>
            </w:pPr>
          </w:p>
          <w:p w14:paraId="1E172B9E" w14:textId="77777777" w:rsidR="003A0C0B" w:rsidRPr="00392557" w:rsidRDefault="003A0C0B">
            <w:pPr>
              <w:spacing w:line="164" w:lineRule="exact"/>
              <w:jc w:val="left"/>
              <w:rPr>
                <w:rFonts w:ascii="OASYS明朝"/>
              </w:rPr>
            </w:pPr>
          </w:p>
          <w:p w14:paraId="79F0FCB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2D1C4B7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31887458" w14:textId="77777777" w:rsidR="003A0C0B" w:rsidRPr="00392557" w:rsidRDefault="003A0C0B">
            <w:pPr>
              <w:spacing w:line="164" w:lineRule="exact"/>
              <w:jc w:val="left"/>
              <w:rPr>
                <w:rFonts w:ascii="OASYS明朝"/>
              </w:rPr>
            </w:pPr>
          </w:p>
          <w:p w14:paraId="5AE41275" w14:textId="77777777" w:rsidR="003A0C0B" w:rsidRPr="00392557" w:rsidRDefault="003A0C0B">
            <w:pPr>
              <w:spacing w:line="164" w:lineRule="exact"/>
              <w:jc w:val="left"/>
              <w:rPr>
                <w:rFonts w:ascii="OASYS明朝"/>
              </w:rPr>
            </w:pPr>
          </w:p>
          <w:p w14:paraId="7AA4FF12"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26DA5D5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223A7EA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3918EC03" w14:textId="77777777" w:rsidR="003A0C0B" w:rsidRPr="00392557" w:rsidRDefault="003A0C0B">
            <w:pPr>
              <w:spacing w:line="164" w:lineRule="exact"/>
              <w:jc w:val="left"/>
              <w:rPr>
                <w:rFonts w:ascii="OASYS明朝"/>
              </w:rPr>
            </w:pPr>
          </w:p>
          <w:p w14:paraId="0C22FCCB" w14:textId="77777777" w:rsidR="003A0C0B" w:rsidRPr="00392557" w:rsidRDefault="003A0C0B">
            <w:pPr>
              <w:spacing w:line="164" w:lineRule="exact"/>
              <w:jc w:val="left"/>
              <w:rPr>
                <w:rFonts w:ascii="OASYS明朝"/>
              </w:rPr>
            </w:pPr>
          </w:p>
          <w:p w14:paraId="3548B916" w14:textId="77777777" w:rsidR="003A0C0B" w:rsidRPr="00392557" w:rsidRDefault="003A0C0B">
            <w:pPr>
              <w:spacing w:line="164" w:lineRule="exact"/>
              <w:jc w:val="left"/>
              <w:rPr>
                <w:rFonts w:ascii="OASYS明朝"/>
              </w:rPr>
            </w:pPr>
          </w:p>
          <w:p w14:paraId="41F1437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5FB5976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547E1139" w14:textId="77777777" w:rsidR="003A0C0B" w:rsidRPr="00392557" w:rsidRDefault="003A0C0B">
            <w:pPr>
              <w:spacing w:line="164" w:lineRule="exact"/>
              <w:jc w:val="left"/>
              <w:rPr>
                <w:rFonts w:ascii="OASYS明朝"/>
              </w:rPr>
            </w:pPr>
          </w:p>
          <w:p w14:paraId="0367AA80" w14:textId="77777777" w:rsidR="003A0C0B" w:rsidRPr="00392557" w:rsidRDefault="003A0C0B">
            <w:pPr>
              <w:spacing w:line="164" w:lineRule="exact"/>
              <w:jc w:val="left"/>
              <w:rPr>
                <w:rFonts w:ascii="OASYS明朝"/>
                <w:sz w:val="14"/>
              </w:rPr>
            </w:pPr>
          </w:p>
          <w:p w14:paraId="3B04AE77"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3DA5ED6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2190C6D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4A299BDF" w14:textId="77777777" w:rsidR="003A0C0B" w:rsidRPr="00392557" w:rsidRDefault="003A0C0B">
            <w:pPr>
              <w:spacing w:line="164" w:lineRule="exact"/>
              <w:jc w:val="left"/>
              <w:rPr>
                <w:rFonts w:ascii="OASYS明朝"/>
              </w:rPr>
            </w:pPr>
          </w:p>
          <w:p w14:paraId="394D8B76" w14:textId="77777777" w:rsidR="003A0C0B" w:rsidRPr="00392557" w:rsidRDefault="003A0C0B">
            <w:pPr>
              <w:spacing w:line="164" w:lineRule="exact"/>
              <w:jc w:val="left"/>
              <w:rPr>
                <w:rFonts w:ascii="OASYS明朝"/>
              </w:rPr>
            </w:pPr>
          </w:p>
          <w:p w14:paraId="6EEBF259" w14:textId="77777777" w:rsidR="003A0C0B" w:rsidRPr="00392557" w:rsidRDefault="003A0C0B">
            <w:pPr>
              <w:spacing w:line="164" w:lineRule="exact"/>
              <w:jc w:val="left"/>
              <w:rPr>
                <w:rFonts w:ascii="OASYS明朝"/>
              </w:rPr>
            </w:pPr>
          </w:p>
          <w:p w14:paraId="6CBD414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337E583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110B604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7C79F210" w14:textId="77777777" w:rsidR="003A0C0B" w:rsidRPr="00392557" w:rsidRDefault="003A0C0B">
            <w:pPr>
              <w:spacing w:line="164" w:lineRule="exact"/>
              <w:jc w:val="left"/>
              <w:rPr>
                <w:rFonts w:ascii="OASYS明朝"/>
                <w:sz w:val="14"/>
              </w:rPr>
            </w:pPr>
          </w:p>
          <w:p w14:paraId="6D484154"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07FF148D" w14:textId="77777777" w:rsidR="003A0C0B" w:rsidRPr="00392557" w:rsidRDefault="003A0C0B">
            <w:pPr>
              <w:jc w:val="left"/>
              <w:rPr>
                <w:rFonts w:ascii="OASYS明朝"/>
                <w:sz w:val="14"/>
              </w:rPr>
            </w:pPr>
          </w:p>
        </w:tc>
      </w:tr>
      <w:tr w:rsidR="003A0C0B" w:rsidRPr="00392557" w14:paraId="110B88C4" w14:textId="77777777">
        <w:trPr>
          <w:trHeight w:val="1845"/>
        </w:trPr>
        <w:tc>
          <w:tcPr>
            <w:tcW w:w="2070" w:type="dxa"/>
            <w:tcBorders>
              <w:top w:val="nil"/>
              <w:left w:val="single" w:sz="4" w:space="0" w:color="auto"/>
              <w:bottom w:val="single" w:sz="4" w:space="0" w:color="auto"/>
              <w:right w:val="dashed" w:sz="4" w:space="0" w:color="auto"/>
            </w:tcBorders>
            <w:vAlign w:val="center"/>
          </w:tcPr>
          <w:p w14:paraId="0241CDB4" w14:textId="77777777" w:rsidR="003A0C0B" w:rsidRPr="00392557" w:rsidRDefault="00455450">
            <w:pPr>
              <w:jc w:val="center"/>
              <w:rPr>
                <w:rFonts w:ascii="OASYS明朝"/>
              </w:rPr>
            </w:pPr>
            <w:r w:rsidRPr="00455450">
              <w:rPr>
                <w:rFonts w:ascii="ＭＳ Ｐ明朝" w:eastAsia="ＭＳ Ｐ明朝" w:hAnsi="ＭＳ Ｐ明朝"/>
                <w:color w:val="000000"/>
              </w:rPr>
              <w:t>High School</w:t>
            </w:r>
          </w:p>
          <w:p w14:paraId="317D13BC" w14:textId="77777777"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14:paraId="266AE69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6E1E2BA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167D102B" w14:textId="77777777" w:rsidR="003A0C0B" w:rsidRPr="00392557" w:rsidRDefault="003A0C0B">
            <w:pPr>
              <w:spacing w:line="164" w:lineRule="exact"/>
              <w:jc w:val="left"/>
              <w:rPr>
                <w:rFonts w:ascii="OASYS明朝"/>
              </w:rPr>
            </w:pPr>
          </w:p>
          <w:p w14:paraId="56E1F027" w14:textId="77777777" w:rsidR="003A0C0B" w:rsidRPr="00392557" w:rsidRDefault="003A0C0B">
            <w:pPr>
              <w:spacing w:line="164" w:lineRule="exact"/>
              <w:jc w:val="left"/>
              <w:rPr>
                <w:rFonts w:ascii="OASYS明朝"/>
              </w:rPr>
            </w:pPr>
          </w:p>
          <w:p w14:paraId="34C6DA4A" w14:textId="77777777" w:rsidR="003A0C0B" w:rsidRPr="00392557" w:rsidRDefault="003A0C0B">
            <w:pPr>
              <w:spacing w:line="164" w:lineRule="exact"/>
              <w:jc w:val="left"/>
              <w:rPr>
                <w:rFonts w:ascii="OASYS明朝"/>
              </w:rPr>
            </w:pPr>
          </w:p>
          <w:p w14:paraId="4BB125B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6600DFB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4A92F0C1" w14:textId="77777777" w:rsidR="003A0C0B" w:rsidRPr="00392557" w:rsidRDefault="003A0C0B">
            <w:pPr>
              <w:spacing w:line="164" w:lineRule="exact"/>
              <w:jc w:val="left"/>
              <w:rPr>
                <w:rFonts w:ascii="OASYS明朝"/>
              </w:rPr>
            </w:pPr>
          </w:p>
          <w:p w14:paraId="022AF954" w14:textId="77777777" w:rsidR="003A0C0B" w:rsidRPr="00392557" w:rsidRDefault="003A0C0B">
            <w:pPr>
              <w:spacing w:line="164" w:lineRule="exact"/>
              <w:jc w:val="left"/>
              <w:rPr>
                <w:rFonts w:ascii="OASYS明朝"/>
              </w:rPr>
            </w:pPr>
          </w:p>
          <w:p w14:paraId="45ABBD7E"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68916A8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2DB0D97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74949ACD" w14:textId="77777777" w:rsidR="003A0C0B" w:rsidRPr="00392557" w:rsidRDefault="003A0C0B">
            <w:pPr>
              <w:spacing w:line="164" w:lineRule="exact"/>
              <w:jc w:val="left"/>
              <w:rPr>
                <w:rFonts w:ascii="OASYS明朝"/>
              </w:rPr>
            </w:pPr>
          </w:p>
          <w:p w14:paraId="0403971F" w14:textId="77777777" w:rsidR="003A0C0B" w:rsidRPr="00392557" w:rsidRDefault="003A0C0B">
            <w:pPr>
              <w:spacing w:line="164" w:lineRule="exact"/>
              <w:jc w:val="left"/>
              <w:rPr>
                <w:rFonts w:ascii="OASYS明朝"/>
              </w:rPr>
            </w:pPr>
          </w:p>
          <w:p w14:paraId="18C9426D" w14:textId="77777777" w:rsidR="003A0C0B" w:rsidRPr="00392557" w:rsidRDefault="003A0C0B">
            <w:pPr>
              <w:spacing w:line="164" w:lineRule="exact"/>
              <w:jc w:val="left"/>
              <w:rPr>
                <w:rFonts w:ascii="OASYS明朝"/>
              </w:rPr>
            </w:pPr>
          </w:p>
          <w:p w14:paraId="7C0611F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0FECC7D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09BB4E1D" w14:textId="77777777" w:rsidR="003A0C0B" w:rsidRPr="00392557" w:rsidRDefault="003A0C0B">
            <w:pPr>
              <w:spacing w:line="164" w:lineRule="exact"/>
              <w:jc w:val="left"/>
              <w:rPr>
                <w:rFonts w:ascii="OASYS明朝"/>
              </w:rPr>
            </w:pPr>
          </w:p>
          <w:p w14:paraId="71B05B31" w14:textId="77777777" w:rsidR="003A0C0B" w:rsidRPr="00392557" w:rsidRDefault="003A0C0B">
            <w:pPr>
              <w:spacing w:line="164" w:lineRule="exact"/>
              <w:jc w:val="left"/>
              <w:rPr>
                <w:rFonts w:ascii="OASYS明朝"/>
                <w:sz w:val="14"/>
              </w:rPr>
            </w:pPr>
          </w:p>
          <w:p w14:paraId="15A74A89"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4DE3144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1B8CDB1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05BD6377" w14:textId="77777777" w:rsidR="003A0C0B" w:rsidRPr="00392557" w:rsidRDefault="003A0C0B">
            <w:pPr>
              <w:spacing w:line="164" w:lineRule="exact"/>
              <w:jc w:val="left"/>
              <w:rPr>
                <w:rFonts w:ascii="OASYS明朝"/>
              </w:rPr>
            </w:pPr>
          </w:p>
          <w:p w14:paraId="4D9D6D80" w14:textId="77777777" w:rsidR="003A0C0B" w:rsidRPr="00392557" w:rsidRDefault="003A0C0B">
            <w:pPr>
              <w:spacing w:line="164" w:lineRule="exact"/>
              <w:jc w:val="left"/>
              <w:rPr>
                <w:rFonts w:ascii="OASYS明朝"/>
              </w:rPr>
            </w:pPr>
          </w:p>
          <w:p w14:paraId="2B7E93DA" w14:textId="77777777" w:rsidR="003A0C0B" w:rsidRPr="00392557" w:rsidRDefault="003A0C0B">
            <w:pPr>
              <w:spacing w:line="164" w:lineRule="exact"/>
              <w:jc w:val="left"/>
              <w:rPr>
                <w:rFonts w:ascii="OASYS明朝"/>
              </w:rPr>
            </w:pPr>
          </w:p>
          <w:p w14:paraId="31FAEF8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02C500D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5ABEF5C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6AE8994E" w14:textId="77777777" w:rsidR="003A0C0B" w:rsidRPr="00392557" w:rsidRDefault="003A0C0B">
            <w:pPr>
              <w:spacing w:line="164" w:lineRule="exact"/>
              <w:jc w:val="left"/>
              <w:rPr>
                <w:rFonts w:ascii="OASYS明朝"/>
                <w:sz w:val="14"/>
              </w:rPr>
            </w:pPr>
          </w:p>
          <w:p w14:paraId="784E4263"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6D55D64F" w14:textId="77777777" w:rsidR="003A0C0B" w:rsidRPr="00392557" w:rsidRDefault="00455450">
            <w:pPr>
              <w:jc w:val="left"/>
              <w:rPr>
                <w:rFonts w:ascii="OASYS明朝"/>
                <w:sz w:val="14"/>
              </w:rPr>
            </w:pPr>
            <w:r w:rsidRPr="00455450">
              <w:rPr>
                <w:rFonts w:ascii="OASYS明朝"/>
                <w:color w:val="000000"/>
                <w:sz w:val="14"/>
              </w:rPr>
              <w:t>*-1</w:t>
            </w:r>
          </w:p>
        </w:tc>
      </w:tr>
      <w:tr w:rsidR="003A0C0B" w:rsidRPr="00392557" w14:paraId="278D4F87" w14:textId="77777777">
        <w:trPr>
          <w:trHeight w:val="1848"/>
        </w:trPr>
        <w:tc>
          <w:tcPr>
            <w:tcW w:w="2070" w:type="dxa"/>
            <w:tcBorders>
              <w:top w:val="nil"/>
              <w:left w:val="single" w:sz="4" w:space="0" w:color="auto"/>
              <w:bottom w:val="single" w:sz="4" w:space="0" w:color="auto"/>
              <w:right w:val="dashed" w:sz="4" w:space="0" w:color="auto"/>
            </w:tcBorders>
            <w:vAlign w:val="center"/>
          </w:tcPr>
          <w:p w14:paraId="028A889F" w14:textId="77777777" w:rsidR="003A0C0B" w:rsidRPr="00392557" w:rsidRDefault="00455450">
            <w:pPr>
              <w:jc w:val="center"/>
              <w:rPr>
                <w:rFonts w:ascii="OASYS明朝"/>
              </w:rPr>
            </w:pPr>
            <w:r w:rsidRPr="00455450">
              <w:rPr>
                <w:rFonts w:ascii="ＭＳ Ｐ明朝" w:eastAsia="ＭＳ Ｐ明朝"/>
                <w:color w:val="000000"/>
              </w:rPr>
              <w:t>Tertiary Education</w:t>
            </w:r>
          </w:p>
          <w:p w14:paraId="17A7DED5" w14:textId="77777777" w:rsidR="003A0C0B" w:rsidRPr="00392557" w:rsidRDefault="003A0C0B">
            <w:pPr>
              <w:jc w:val="center"/>
              <w:rPr>
                <w:rFonts w:ascii="OASYS明朝"/>
              </w:rPr>
            </w:pPr>
            <w:r w:rsidRPr="00392557">
              <w:rPr>
                <w:rFonts w:ascii="OASYS明朝" w:hint="eastAsia"/>
              </w:rPr>
              <w:t>（高等教育）</w:t>
            </w:r>
          </w:p>
          <w:p w14:paraId="1E1C4529" w14:textId="77777777" w:rsidR="003A0C0B" w:rsidRPr="00392557" w:rsidRDefault="003A0C0B">
            <w:pPr>
              <w:jc w:val="center"/>
              <w:rPr>
                <w:rFonts w:ascii="OASYS明朝"/>
              </w:rPr>
            </w:pPr>
          </w:p>
          <w:p w14:paraId="3D95EDB7" w14:textId="77777777" w:rsidR="003A0C0B" w:rsidRPr="00392557" w:rsidRDefault="003A0C0B">
            <w:pPr>
              <w:jc w:val="center"/>
              <w:rPr>
                <w:rFonts w:ascii="OASYS明朝"/>
              </w:rPr>
            </w:pPr>
            <w:r w:rsidRPr="00392557">
              <w:rPr>
                <w:rFonts w:ascii="ＭＳ Ｐ明朝" w:eastAsia="ＭＳ Ｐ明朝"/>
              </w:rPr>
              <w:t>Undergraduate Level</w:t>
            </w:r>
          </w:p>
          <w:p w14:paraId="3BCD6BAF" w14:textId="77777777"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14:paraId="52A8E91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35042E38"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7C6DD9A8" w14:textId="77777777" w:rsidR="003A0C0B" w:rsidRPr="00392557" w:rsidRDefault="003A0C0B">
            <w:pPr>
              <w:spacing w:line="164" w:lineRule="exact"/>
              <w:jc w:val="left"/>
              <w:rPr>
                <w:rFonts w:ascii="OASYS明朝"/>
              </w:rPr>
            </w:pPr>
          </w:p>
          <w:p w14:paraId="1D43EE88" w14:textId="77777777" w:rsidR="003A0C0B" w:rsidRPr="00392557" w:rsidRDefault="003A0C0B">
            <w:pPr>
              <w:spacing w:line="164" w:lineRule="exact"/>
              <w:jc w:val="left"/>
              <w:rPr>
                <w:rFonts w:ascii="OASYS明朝"/>
              </w:rPr>
            </w:pPr>
          </w:p>
          <w:p w14:paraId="52228B7B" w14:textId="77777777" w:rsidR="003A0C0B" w:rsidRPr="00392557" w:rsidRDefault="003A0C0B">
            <w:pPr>
              <w:spacing w:line="164" w:lineRule="exact"/>
              <w:jc w:val="left"/>
              <w:rPr>
                <w:rFonts w:ascii="OASYS明朝"/>
              </w:rPr>
            </w:pPr>
          </w:p>
          <w:p w14:paraId="124DD0B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4E4DC17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180303A4" w14:textId="77777777" w:rsidR="003A0C0B" w:rsidRPr="00392557" w:rsidRDefault="003A0C0B">
            <w:pPr>
              <w:spacing w:line="164" w:lineRule="exact"/>
              <w:jc w:val="left"/>
              <w:rPr>
                <w:rFonts w:ascii="OASYS明朝"/>
              </w:rPr>
            </w:pPr>
          </w:p>
          <w:p w14:paraId="46AF5A28" w14:textId="77777777" w:rsidR="003A0C0B" w:rsidRPr="00392557" w:rsidRDefault="003A0C0B">
            <w:pPr>
              <w:spacing w:line="164" w:lineRule="exact"/>
              <w:jc w:val="left"/>
              <w:rPr>
                <w:rFonts w:ascii="OASYS明朝"/>
              </w:rPr>
            </w:pPr>
          </w:p>
          <w:p w14:paraId="5022977B"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5A1A398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3B1EB755"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246BFAF1" w14:textId="77777777" w:rsidR="003A0C0B" w:rsidRPr="00392557" w:rsidRDefault="003A0C0B">
            <w:pPr>
              <w:spacing w:line="164" w:lineRule="exact"/>
              <w:jc w:val="left"/>
              <w:rPr>
                <w:rFonts w:ascii="OASYS明朝"/>
              </w:rPr>
            </w:pPr>
          </w:p>
          <w:p w14:paraId="5D86B8D4" w14:textId="77777777" w:rsidR="003A0C0B" w:rsidRPr="00392557" w:rsidRDefault="003A0C0B">
            <w:pPr>
              <w:spacing w:line="164" w:lineRule="exact"/>
              <w:jc w:val="left"/>
              <w:rPr>
                <w:rFonts w:ascii="OASYS明朝"/>
              </w:rPr>
            </w:pPr>
          </w:p>
          <w:p w14:paraId="146D8F95" w14:textId="77777777" w:rsidR="003A0C0B" w:rsidRPr="00392557" w:rsidRDefault="003A0C0B">
            <w:pPr>
              <w:spacing w:line="164" w:lineRule="exact"/>
              <w:jc w:val="left"/>
              <w:rPr>
                <w:rFonts w:ascii="OASYS明朝"/>
              </w:rPr>
            </w:pPr>
          </w:p>
          <w:p w14:paraId="4A2A168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4BB00DBE"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3C0C08CA" w14:textId="77777777" w:rsidR="003A0C0B" w:rsidRPr="00392557" w:rsidRDefault="003A0C0B">
            <w:pPr>
              <w:spacing w:line="164" w:lineRule="exact"/>
              <w:jc w:val="left"/>
              <w:rPr>
                <w:rFonts w:ascii="OASYS明朝"/>
              </w:rPr>
            </w:pPr>
          </w:p>
          <w:p w14:paraId="34BA1443" w14:textId="77777777" w:rsidR="003A0C0B" w:rsidRPr="00392557" w:rsidRDefault="003A0C0B">
            <w:pPr>
              <w:spacing w:line="164" w:lineRule="exact"/>
              <w:jc w:val="left"/>
              <w:rPr>
                <w:rFonts w:ascii="OASYS明朝"/>
                <w:sz w:val="14"/>
              </w:rPr>
            </w:pPr>
          </w:p>
          <w:p w14:paraId="61A810E0"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079C469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114D6AF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620E8570" w14:textId="77777777" w:rsidR="003A0C0B" w:rsidRPr="00392557" w:rsidRDefault="003A0C0B">
            <w:pPr>
              <w:spacing w:line="164" w:lineRule="exact"/>
              <w:jc w:val="left"/>
              <w:rPr>
                <w:rFonts w:ascii="OASYS明朝"/>
              </w:rPr>
            </w:pPr>
          </w:p>
          <w:p w14:paraId="6221FA7E" w14:textId="77777777" w:rsidR="003A0C0B" w:rsidRPr="00392557" w:rsidRDefault="003A0C0B">
            <w:pPr>
              <w:spacing w:line="164" w:lineRule="exact"/>
              <w:jc w:val="left"/>
              <w:rPr>
                <w:rFonts w:ascii="OASYS明朝"/>
              </w:rPr>
            </w:pPr>
          </w:p>
          <w:p w14:paraId="4C93A7B0" w14:textId="77777777" w:rsidR="003A0C0B" w:rsidRPr="00392557" w:rsidRDefault="003A0C0B">
            <w:pPr>
              <w:spacing w:line="164" w:lineRule="exact"/>
              <w:jc w:val="left"/>
              <w:rPr>
                <w:rFonts w:ascii="OASYS明朝"/>
              </w:rPr>
            </w:pPr>
          </w:p>
          <w:p w14:paraId="5794E4B3"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06169819"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2BD5AE3B"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3F89DB49" w14:textId="77777777" w:rsidR="003A0C0B" w:rsidRPr="00392557" w:rsidRDefault="003A0C0B">
            <w:pPr>
              <w:spacing w:line="164" w:lineRule="exact"/>
              <w:jc w:val="left"/>
              <w:rPr>
                <w:rFonts w:ascii="OASYS明朝"/>
                <w:sz w:val="14"/>
              </w:rPr>
            </w:pPr>
          </w:p>
          <w:p w14:paraId="26AE4ECC"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0811A255" w14:textId="77777777" w:rsidR="003A0C0B" w:rsidRPr="00392557" w:rsidRDefault="003A0C0B">
            <w:pPr>
              <w:jc w:val="left"/>
              <w:rPr>
                <w:rFonts w:ascii="OASYS明朝"/>
                <w:sz w:val="14"/>
              </w:rPr>
            </w:pPr>
          </w:p>
        </w:tc>
      </w:tr>
      <w:tr w:rsidR="003A0C0B" w:rsidRPr="00392557" w14:paraId="6045965D" w14:textId="77777777">
        <w:trPr>
          <w:trHeight w:val="1837"/>
        </w:trPr>
        <w:tc>
          <w:tcPr>
            <w:tcW w:w="2070" w:type="dxa"/>
            <w:tcBorders>
              <w:top w:val="nil"/>
              <w:left w:val="single" w:sz="4" w:space="0" w:color="auto"/>
              <w:bottom w:val="single" w:sz="4" w:space="0" w:color="auto"/>
              <w:right w:val="dashed" w:sz="4" w:space="0" w:color="auto"/>
            </w:tcBorders>
            <w:vAlign w:val="center"/>
          </w:tcPr>
          <w:p w14:paraId="7330ADCE" w14:textId="77777777" w:rsidR="003A0C0B" w:rsidRPr="00392557" w:rsidRDefault="003A0C0B">
            <w:pPr>
              <w:jc w:val="center"/>
              <w:rPr>
                <w:rFonts w:ascii="OASYS明朝"/>
              </w:rPr>
            </w:pPr>
            <w:r w:rsidRPr="00392557">
              <w:rPr>
                <w:rFonts w:ascii="ＭＳ Ｐ明朝" w:eastAsia="ＭＳ Ｐ明朝"/>
              </w:rPr>
              <w:t>Graduate Level</w:t>
            </w:r>
          </w:p>
          <w:p w14:paraId="2D88A7C8" w14:textId="77777777"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14:paraId="6E99658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14:paraId="0DD86C3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14:paraId="42BB7BBA" w14:textId="77777777" w:rsidR="003A0C0B" w:rsidRPr="00392557" w:rsidRDefault="003A0C0B">
            <w:pPr>
              <w:spacing w:line="164" w:lineRule="exact"/>
              <w:jc w:val="left"/>
              <w:rPr>
                <w:rFonts w:ascii="OASYS明朝"/>
              </w:rPr>
            </w:pPr>
          </w:p>
          <w:p w14:paraId="2D8665F0" w14:textId="77777777" w:rsidR="003A0C0B" w:rsidRPr="00392557" w:rsidRDefault="003A0C0B">
            <w:pPr>
              <w:spacing w:line="164" w:lineRule="exact"/>
              <w:jc w:val="left"/>
              <w:rPr>
                <w:rFonts w:ascii="OASYS明朝"/>
              </w:rPr>
            </w:pPr>
          </w:p>
          <w:p w14:paraId="18017A16" w14:textId="77777777" w:rsidR="003A0C0B" w:rsidRPr="00392557" w:rsidRDefault="003A0C0B">
            <w:pPr>
              <w:spacing w:line="164" w:lineRule="exact"/>
              <w:jc w:val="left"/>
              <w:rPr>
                <w:rFonts w:ascii="OASYS明朝"/>
              </w:rPr>
            </w:pPr>
          </w:p>
          <w:p w14:paraId="0BB565ED"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14:paraId="4913F6F6"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14:paraId="1DF6083F" w14:textId="77777777" w:rsidR="003A0C0B" w:rsidRPr="00392557" w:rsidRDefault="003A0C0B">
            <w:pPr>
              <w:spacing w:line="164" w:lineRule="exact"/>
              <w:jc w:val="left"/>
              <w:rPr>
                <w:rFonts w:ascii="OASYS明朝"/>
              </w:rPr>
            </w:pPr>
          </w:p>
          <w:p w14:paraId="02A71A4E" w14:textId="77777777" w:rsidR="003A0C0B" w:rsidRPr="00392557" w:rsidRDefault="003A0C0B">
            <w:pPr>
              <w:spacing w:line="164" w:lineRule="exact"/>
              <w:jc w:val="left"/>
              <w:rPr>
                <w:rFonts w:ascii="OASYS明朝"/>
              </w:rPr>
            </w:pPr>
          </w:p>
          <w:p w14:paraId="5FA8C567" w14:textId="77777777"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14:paraId="68A9DA8F"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14:paraId="57327E22"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14:paraId="471DC48E" w14:textId="77777777" w:rsidR="003A0C0B" w:rsidRPr="00392557" w:rsidRDefault="003A0C0B">
            <w:pPr>
              <w:spacing w:line="164" w:lineRule="exact"/>
              <w:jc w:val="left"/>
              <w:rPr>
                <w:rFonts w:ascii="OASYS明朝"/>
              </w:rPr>
            </w:pPr>
          </w:p>
          <w:p w14:paraId="5C0A4C22" w14:textId="77777777" w:rsidR="003A0C0B" w:rsidRPr="00392557" w:rsidRDefault="003A0C0B">
            <w:pPr>
              <w:spacing w:line="164" w:lineRule="exact"/>
              <w:jc w:val="left"/>
              <w:rPr>
                <w:rFonts w:ascii="OASYS明朝"/>
              </w:rPr>
            </w:pPr>
          </w:p>
          <w:p w14:paraId="1217984F" w14:textId="77777777" w:rsidR="003A0C0B" w:rsidRPr="00392557" w:rsidRDefault="003A0C0B">
            <w:pPr>
              <w:spacing w:line="164" w:lineRule="exact"/>
              <w:jc w:val="left"/>
              <w:rPr>
                <w:rFonts w:ascii="OASYS明朝"/>
              </w:rPr>
            </w:pPr>
          </w:p>
          <w:p w14:paraId="2E3ACE0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14:paraId="20FE3597"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14:paraId="535A95EE" w14:textId="77777777" w:rsidR="003A0C0B" w:rsidRPr="00392557" w:rsidRDefault="003A0C0B">
            <w:pPr>
              <w:spacing w:line="164" w:lineRule="exact"/>
              <w:jc w:val="left"/>
              <w:rPr>
                <w:rFonts w:ascii="OASYS明朝"/>
              </w:rPr>
            </w:pPr>
          </w:p>
          <w:p w14:paraId="5536AE84" w14:textId="77777777" w:rsidR="003A0C0B" w:rsidRPr="00392557" w:rsidRDefault="003A0C0B">
            <w:pPr>
              <w:spacing w:line="164" w:lineRule="exact"/>
              <w:jc w:val="left"/>
              <w:rPr>
                <w:rFonts w:ascii="OASYS明朝"/>
                <w:sz w:val="14"/>
              </w:rPr>
            </w:pPr>
          </w:p>
          <w:p w14:paraId="2DD1DCBD" w14:textId="77777777"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14:paraId="670E0FE1"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2184270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14:paraId="65DAB7F2" w14:textId="77777777" w:rsidR="003A0C0B" w:rsidRPr="00392557" w:rsidRDefault="003A0C0B">
            <w:pPr>
              <w:spacing w:line="164" w:lineRule="exact"/>
              <w:jc w:val="left"/>
              <w:rPr>
                <w:rFonts w:ascii="OASYS明朝"/>
              </w:rPr>
            </w:pPr>
          </w:p>
          <w:p w14:paraId="12CFAEC9" w14:textId="77777777" w:rsidR="003A0C0B" w:rsidRPr="00392557" w:rsidRDefault="003A0C0B">
            <w:pPr>
              <w:spacing w:line="164" w:lineRule="exact"/>
              <w:jc w:val="left"/>
              <w:rPr>
                <w:rFonts w:ascii="OASYS明朝"/>
              </w:rPr>
            </w:pPr>
          </w:p>
          <w:p w14:paraId="44710FC3" w14:textId="77777777" w:rsidR="003A0C0B" w:rsidRPr="00392557" w:rsidRDefault="003A0C0B">
            <w:pPr>
              <w:spacing w:line="164" w:lineRule="exact"/>
              <w:jc w:val="left"/>
              <w:rPr>
                <w:rFonts w:ascii="OASYS明朝"/>
              </w:rPr>
            </w:pPr>
          </w:p>
          <w:p w14:paraId="40769544"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14:paraId="20491AFC"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14:paraId="2F9D01C0" w14:textId="77777777"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14:paraId="3558F22D" w14:textId="77777777" w:rsidR="003A0C0B" w:rsidRPr="00392557" w:rsidRDefault="003A0C0B">
            <w:pPr>
              <w:spacing w:line="164" w:lineRule="exact"/>
              <w:jc w:val="left"/>
              <w:rPr>
                <w:rFonts w:ascii="OASYS明朝"/>
                <w:sz w:val="14"/>
              </w:rPr>
            </w:pPr>
          </w:p>
          <w:p w14:paraId="304F7081" w14:textId="77777777"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14:paraId="729BDBA1" w14:textId="77777777" w:rsidR="003A0C0B" w:rsidRPr="00392557" w:rsidRDefault="003A0C0B">
            <w:pPr>
              <w:jc w:val="left"/>
              <w:rPr>
                <w:rFonts w:ascii="OASYS明朝"/>
                <w:sz w:val="14"/>
              </w:rPr>
            </w:pPr>
          </w:p>
        </w:tc>
      </w:tr>
      <w:tr w:rsidR="003A0C0B" w:rsidRPr="00392557" w14:paraId="4B568F4E" w14:textId="7777777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14:paraId="68A656C2" w14:textId="77777777"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14:paraId="505B3CAC" w14:textId="77777777" w:rsidR="003A0C0B" w:rsidRPr="00392557" w:rsidRDefault="003A0C0B">
            <w:pPr>
              <w:ind w:firstLineChars="300" w:firstLine="450"/>
              <w:jc w:val="left"/>
              <w:rPr>
                <w:rFonts w:ascii="OASYS明朝"/>
              </w:rPr>
            </w:pPr>
            <w:r w:rsidRPr="00392557">
              <w:rPr>
                <w:rFonts w:ascii="OASYS明朝" w:hint="eastAsia"/>
              </w:rPr>
              <w:t>（以上を通算した全学校教育修学年数）</w:t>
            </w:r>
          </w:p>
          <w:p w14:paraId="57337769" w14:textId="73664DB1" w:rsidR="004B4541" w:rsidRPr="00392557" w:rsidRDefault="00455450" w:rsidP="001A65F4">
            <w:pPr>
              <w:ind w:firstLineChars="300" w:firstLine="450"/>
              <w:jc w:val="left"/>
              <w:rPr>
                <w:rFonts w:ascii="OASYS明朝"/>
                <w:sz w:val="14"/>
              </w:rPr>
            </w:pPr>
            <w:r w:rsidRPr="00455450">
              <w:rPr>
                <w:rFonts w:ascii="ＭＳ Ｐ明朝" w:eastAsia="ＭＳ Ｐ明朝" w:hAnsi="ＭＳ Ｐ明朝"/>
                <w:color w:val="000000"/>
              </w:rPr>
              <w:t xml:space="preserve">*as of April 1, </w:t>
            </w:r>
            <w:r w:rsidR="007747FE">
              <w:rPr>
                <w:rFonts w:ascii="ＭＳ Ｐ明朝" w:eastAsia="ＭＳ Ｐ明朝" w:hAnsi="ＭＳ Ｐ明朝"/>
                <w:color w:val="000000"/>
              </w:rPr>
              <w:t>202</w:t>
            </w:r>
            <w:r w:rsidR="00497DCE">
              <w:rPr>
                <w:rFonts w:ascii="ＭＳ Ｐ明朝" w:eastAsia="ＭＳ Ｐ明朝" w:hAnsi="ＭＳ Ｐ明朝" w:hint="eastAsia"/>
                <w:color w:val="000000"/>
              </w:rPr>
              <w:t>6</w:t>
            </w:r>
            <w:r w:rsidRPr="00455450">
              <w:rPr>
                <w:rFonts w:ascii="OASYS明朝" w:hint="eastAsia"/>
                <w:color w:val="000000"/>
              </w:rPr>
              <w:t>（</w:t>
            </w:r>
            <w:r w:rsidR="007747FE">
              <w:rPr>
                <w:rFonts w:ascii="OASYS明朝"/>
                <w:color w:val="000000"/>
              </w:rPr>
              <w:t>202</w:t>
            </w:r>
            <w:r w:rsidR="00497DCE">
              <w:rPr>
                <w:rFonts w:ascii="OASYS明朝" w:hint="eastAsia"/>
                <w:color w:val="000000"/>
              </w:rPr>
              <w:t>6</w:t>
            </w:r>
            <w:r w:rsidRPr="00455450">
              <w:rPr>
                <w:rFonts w:ascii="OASYS明朝" w:hint="eastAsia"/>
                <w:color w:val="000000"/>
              </w:rPr>
              <w:t>年</w:t>
            </w:r>
            <w:r w:rsidRPr="00455450">
              <w:rPr>
                <w:rFonts w:ascii="OASYS明朝"/>
                <w:color w:val="000000"/>
              </w:rPr>
              <w:t>4</w:t>
            </w:r>
            <w:r w:rsidRPr="00455450">
              <w:rPr>
                <w:rFonts w:ascii="OASYS明朝" w:hint="eastAsia"/>
                <w:color w:val="000000"/>
              </w:rPr>
              <w:t>月</w:t>
            </w:r>
            <w:r w:rsidRPr="00455450">
              <w:rPr>
                <w:rFonts w:ascii="OASYS明朝"/>
                <w:color w:val="000000"/>
              </w:rPr>
              <w:t>1</w:t>
            </w:r>
            <w:r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14:paraId="6C78EAAE" w14:textId="77777777"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14:paraId="75D018DB" w14:textId="77777777"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14:paraId="52C48604" w14:textId="77777777"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14:paraId="585629C2" w14:textId="77777777"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14:paraId="7C8CDD4D" w14:textId="77777777"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14:paraId="4312CD68" w14:textId="77777777"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14:paraId="435EE121" w14:textId="77777777"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14:paraId="29EF7A5E" w14:textId="77777777"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14:paraId="633637A5" w14:textId="77777777"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w:t>
      </w:r>
      <w:r w:rsidRPr="00455450">
        <w:rPr>
          <w:rFonts w:ascii="OASYS明朝" w:hint="eastAsia"/>
          <w:color w:val="000000"/>
        </w:rPr>
        <w:lastRenderedPageBreak/>
        <w:t>に在籍していた場合は、同じ欄に複数の学校の在籍を記載し、すべての修学状況を修学年数に含めること。）</w:t>
      </w:r>
    </w:p>
    <w:p w14:paraId="3201AA6E" w14:textId="77777777"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14:paraId="04F4109C" w14:textId="77777777"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14:paraId="222DF190" w14:textId="77777777" w:rsidR="00FE47D6" w:rsidRDefault="00FE47D6" w:rsidP="00455450">
      <w:pPr>
        <w:jc w:val="left"/>
        <w:rPr>
          <w:rFonts w:ascii="ＭＳ Ｐ明朝" w:eastAsia="ＭＳ Ｐ明朝" w:hAnsi="ＭＳ Ｐ明朝"/>
          <w:color w:val="000000"/>
        </w:rPr>
      </w:pPr>
      <w:r>
        <w:rPr>
          <w:rFonts w:ascii="OASYS明朝" w:hint="eastAsia"/>
          <w:color w:val="000000"/>
        </w:rPr>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14:paraId="5798E053" w14:textId="77777777"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14:paraId="1EE2C724" w14:textId="77777777" w:rsidR="00095AB9" w:rsidRDefault="00095AB9" w:rsidP="00D777C8">
      <w:pPr>
        <w:ind w:left="301" w:hanging="301"/>
        <w:jc w:val="left"/>
        <w:rPr>
          <w:rFonts w:ascii="OASYS明朝"/>
        </w:rPr>
      </w:pPr>
    </w:p>
    <w:p w14:paraId="7CFE74A2" w14:textId="77777777"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14:paraId="48CD72C5" w14:textId="77777777" w:rsidR="003A0C0B" w:rsidRPr="00392557" w:rsidRDefault="003A0C0B">
      <w:pPr>
        <w:jc w:val="left"/>
        <w:rPr>
          <w:rFonts w:ascii="OASYS明朝"/>
        </w:rPr>
      </w:pPr>
    </w:p>
    <w:p w14:paraId="0CB8DC97" w14:textId="77777777"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14:paraId="0B49B257" w14:textId="77777777">
        <w:tc>
          <w:tcPr>
            <w:tcW w:w="3225" w:type="dxa"/>
            <w:tcBorders>
              <w:top w:val="nil"/>
              <w:left w:val="nil"/>
              <w:bottom w:val="single" w:sz="4" w:space="0" w:color="auto"/>
              <w:right w:val="nil"/>
            </w:tcBorders>
          </w:tcPr>
          <w:p w14:paraId="2AF34B59" w14:textId="77777777"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14:paraId="529E5B8A" w14:textId="77777777"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14:paraId="202A9E8B" w14:textId="77777777"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14:paraId="1E10F312" w14:textId="77777777" w:rsidR="003A0C0B" w:rsidRPr="00392557" w:rsidRDefault="003A0C0B">
            <w:pPr>
              <w:jc w:val="left"/>
              <w:rPr>
                <w:rFonts w:ascii="OASYS明朝"/>
                <w:sz w:val="14"/>
              </w:rPr>
            </w:pPr>
          </w:p>
        </w:tc>
      </w:tr>
      <w:tr w:rsidR="003A0C0B" w:rsidRPr="00392557" w14:paraId="7B200104" w14:textId="77777777">
        <w:trPr>
          <w:trHeight w:val="580"/>
        </w:trPr>
        <w:tc>
          <w:tcPr>
            <w:tcW w:w="3225" w:type="dxa"/>
            <w:tcBorders>
              <w:top w:val="nil"/>
              <w:left w:val="single" w:sz="4" w:space="0" w:color="auto"/>
              <w:bottom w:val="single" w:sz="4" w:space="0" w:color="auto"/>
              <w:right w:val="nil"/>
            </w:tcBorders>
            <w:vAlign w:val="center"/>
          </w:tcPr>
          <w:p w14:paraId="254B5AF2" w14:textId="77777777"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14:paraId="56ECB740" w14:textId="77777777" w:rsidR="003A0C0B" w:rsidRPr="00392557" w:rsidRDefault="003A0C0B">
            <w:pPr>
              <w:spacing w:line="150" w:lineRule="exact"/>
              <w:jc w:val="center"/>
              <w:rPr>
                <w:rFonts w:ascii="OASYS明朝"/>
              </w:rPr>
            </w:pPr>
          </w:p>
          <w:p w14:paraId="523EFB13" w14:textId="77777777"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14:paraId="5532E629" w14:textId="77777777" w:rsidR="003A0C0B" w:rsidRPr="00392557" w:rsidRDefault="003A0C0B">
            <w:pPr>
              <w:spacing w:line="150" w:lineRule="exact"/>
              <w:jc w:val="center"/>
              <w:rPr>
                <w:rFonts w:ascii="OASYS明朝"/>
              </w:rPr>
            </w:pPr>
            <w:r w:rsidRPr="00392557">
              <w:rPr>
                <w:rFonts w:ascii="ＭＳ Ｐ明朝" w:eastAsia="ＭＳ Ｐ明朝"/>
              </w:rPr>
              <w:t>Period of employment</w:t>
            </w:r>
          </w:p>
          <w:p w14:paraId="1CB4A011" w14:textId="77777777" w:rsidR="003A0C0B" w:rsidRPr="00392557" w:rsidRDefault="003A0C0B">
            <w:pPr>
              <w:spacing w:line="150" w:lineRule="exact"/>
              <w:jc w:val="center"/>
              <w:rPr>
                <w:rFonts w:ascii="OASYS明朝"/>
              </w:rPr>
            </w:pPr>
          </w:p>
          <w:p w14:paraId="586D789A" w14:textId="77777777"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14:paraId="7AB89045" w14:textId="77777777"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14:paraId="1583AF97" w14:textId="77777777" w:rsidR="003A0C0B" w:rsidRPr="00392557" w:rsidRDefault="003A0C0B">
            <w:pPr>
              <w:spacing w:line="150" w:lineRule="exact"/>
              <w:jc w:val="center"/>
              <w:rPr>
                <w:rFonts w:ascii="OASYS明朝"/>
                <w:lang w:val="fr-FR"/>
              </w:rPr>
            </w:pPr>
          </w:p>
          <w:p w14:paraId="77F3E588" w14:textId="77777777"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14:paraId="62B97CA7" w14:textId="77777777" w:rsidR="003A0C0B" w:rsidRPr="00392557" w:rsidRDefault="003A0C0B">
            <w:pPr>
              <w:spacing w:line="150" w:lineRule="exact"/>
              <w:jc w:val="center"/>
              <w:rPr>
                <w:rFonts w:ascii="OASYS明朝"/>
              </w:rPr>
            </w:pPr>
            <w:r w:rsidRPr="00392557">
              <w:rPr>
                <w:rFonts w:ascii="ＭＳ Ｐ明朝" w:eastAsia="ＭＳ Ｐ明朝"/>
              </w:rPr>
              <w:t>Type of work</w:t>
            </w:r>
          </w:p>
          <w:p w14:paraId="00F00264" w14:textId="77777777" w:rsidR="003A0C0B" w:rsidRPr="00392557" w:rsidRDefault="003A0C0B">
            <w:pPr>
              <w:spacing w:line="150" w:lineRule="exact"/>
              <w:jc w:val="center"/>
              <w:rPr>
                <w:rFonts w:ascii="OASYS明朝"/>
              </w:rPr>
            </w:pPr>
          </w:p>
          <w:p w14:paraId="12986323" w14:textId="77777777"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14:paraId="7ED2ACC0" w14:textId="77777777">
        <w:trPr>
          <w:trHeight w:val="681"/>
        </w:trPr>
        <w:tc>
          <w:tcPr>
            <w:tcW w:w="3225" w:type="dxa"/>
            <w:tcBorders>
              <w:top w:val="nil"/>
              <w:left w:val="single" w:sz="4" w:space="0" w:color="auto"/>
              <w:bottom w:val="single" w:sz="4" w:space="0" w:color="auto"/>
              <w:right w:val="nil"/>
            </w:tcBorders>
            <w:vAlign w:val="center"/>
          </w:tcPr>
          <w:p w14:paraId="15D3F0DA" w14:textId="77777777"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14:paraId="7ECB96C3" w14:textId="77777777" w:rsidR="003A0C0B" w:rsidRPr="00392557" w:rsidRDefault="003A0C0B">
            <w:pPr>
              <w:jc w:val="left"/>
              <w:rPr>
                <w:rFonts w:ascii="OASYS明朝"/>
              </w:rPr>
            </w:pPr>
            <w:r w:rsidRPr="00392557">
              <w:rPr>
                <w:rFonts w:ascii="ＭＳ Ｐ明朝" w:eastAsia="ＭＳ Ｐ明朝"/>
              </w:rPr>
              <w:t xml:space="preserve"> From</w:t>
            </w:r>
          </w:p>
          <w:p w14:paraId="6363A030" w14:textId="77777777"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14:paraId="00053A44" w14:textId="77777777"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14:paraId="6398FA99" w14:textId="77777777" w:rsidR="003A0C0B" w:rsidRPr="00392557" w:rsidRDefault="003A0C0B">
            <w:pPr>
              <w:jc w:val="left"/>
              <w:rPr>
                <w:rFonts w:ascii="OASYS明朝"/>
                <w:sz w:val="14"/>
              </w:rPr>
            </w:pPr>
          </w:p>
        </w:tc>
      </w:tr>
      <w:tr w:rsidR="003A0C0B" w:rsidRPr="00392557" w14:paraId="56E4ECE8" w14:textId="77777777">
        <w:trPr>
          <w:trHeight w:val="773"/>
        </w:trPr>
        <w:tc>
          <w:tcPr>
            <w:tcW w:w="3225" w:type="dxa"/>
            <w:tcBorders>
              <w:top w:val="nil"/>
              <w:left w:val="single" w:sz="4" w:space="0" w:color="auto"/>
              <w:bottom w:val="single" w:sz="4" w:space="0" w:color="auto"/>
              <w:right w:val="nil"/>
            </w:tcBorders>
            <w:vAlign w:val="center"/>
          </w:tcPr>
          <w:p w14:paraId="733A4266" w14:textId="77777777"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14:paraId="1D123E9D" w14:textId="77777777" w:rsidR="003A0C0B" w:rsidRPr="00392557" w:rsidRDefault="003A0C0B">
            <w:pPr>
              <w:jc w:val="left"/>
              <w:rPr>
                <w:rFonts w:ascii="OASYS明朝"/>
              </w:rPr>
            </w:pPr>
            <w:r w:rsidRPr="00392557">
              <w:rPr>
                <w:rFonts w:ascii="ＭＳ Ｐ明朝" w:eastAsia="ＭＳ Ｐ明朝"/>
              </w:rPr>
              <w:t xml:space="preserve"> From</w:t>
            </w:r>
          </w:p>
          <w:p w14:paraId="5FF8D4BD" w14:textId="77777777"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14:paraId="68065057" w14:textId="77777777"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14:paraId="55451935" w14:textId="77777777" w:rsidR="003A0C0B" w:rsidRPr="00392557" w:rsidRDefault="003A0C0B">
            <w:pPr>
              <w:jc w:val="left"/>
              <w:rPr>
                <w:rFonts w:ascii="OASYS明朝"/>
                <w:sz w:val="14"/>
              </w:rPr>
            </w:pPr>
          </w:p>
        </w:tc>
      </w:tr>
    </w:tbl>
    <w:p w14:paraId="27615447" w14:textId="77777777" w:rsidR="003A0C0B" w:rsidRPr="00392557" w:rsidRDefault="003A0C0B">
      <w:pPr>
        <w:jc w:val="left"/>
        <w:rPr>
          <w:rFonts w:ascii="OASYS明朝"/>
        </w:rPr>
      </w:pPr>
    </w:p>
    <w:p w14:paraId="5BEAF305" w14:textId="77777777"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14:paraId="5F79EEBE" w14:textId="77777777"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14:paraId="7B5544E5" w14:textId="77777777">
        <w:trPr>
          <w:trHeight w:val="420"/>
        </w:trPr>
        <w:tc>
          <w:tcPr>
            <w:tcW w:w="3201" w:type="dxa"/>
            <w:tcBorders>
              <w:top w:val="single" w:sz="4" w:space="0" w:color="auto"/>
              <w:left w:val="single" w:sz="4" w:space="0" w:color="auto"/>
              <w:bottom w:val="single" w:sz="4" w:space="0" w:color="auto"/>
              <w:right w:val="nil"/>
            </w:tcBorders>
            <w:vAlign w:val="center"/>
          </w:tcPr>
          <w:p w14:paraId="63C8C663" w14:textId="77777777"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14:paraId="286FBC3A" w14:textId="77777777" w:rsidR="003A0C0B" w:rsidRPr="00392557" w:rsidRDefault="003A0C0B">
            <w:pPr>
              <w:jc w:val="center"/>
              <w:rPr>
                <w:rFonts w:ascii="OASYS明朝"/>
              </w:rPr>
            </w:pPr>
            <w:r w:rsidRPr="00392557">
              <w:rPr>
                <w:rFonts w:ascii="ＭＳ Ｐ明朝" w:eastAsia="ＭＳ Ｐ明朝"/>
              </w:rPr>
              <w:t>Excellent</w:t>
            </w:r>
          </w:p>
          <w:p w14:paraId="6194C500" w14:textId="77777777"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14:paraId="2356793A" w14:textId="77777777" w:rsidR="003A0C0B" w:rsidRPr="00392557" w:rsidRDefault="003A0C0B">
            <w:pPr>
              <w:jc w:val="center"/>
              <w:rPr>
                <w:rFonts w:ascii="OASYS明朝"/>
              </w:rPr>
            </w:pPr>
            <w:r w:rsidRPr="00392557">
              <w:rPr>
                <w:rFonts w:ascii="ＭＳ Ｐ明朝" w:eastAsia="ＭＳ Ｐ明朝"/>
              </w:rPr>
              <w:t>Good</w:t>
            </w:r>
          </w:p>
          <w:p w14:paraId="477572F2" w14:textId="77777777"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14:paraId="7FC795B0" w14:textId="77777777" w:rsidR="003A0C0B" w:rsidRPr="00392557" w:rsidRDefault="003A0C0B">
            <w:pPr>
              <w:jc w:val="center"/>
              <w:rPr>
                <w:rFonts w:ascii="ＭＳ Ｐ明朝" w:eastAsia="ＭＳ Ｐ明朝"/>
              </w:rPr>
            </w:pPr>
            <w:r w:rsidRPr="00392557">
              <w:rPr>
                <w:rFonts w:ascii="ＭＳ Ｐ明朝" w:eastAsia="ＭＳ Ｐ明朝"/>
              </w:rPr>
              <w:t>Fair</w:t>
            </w:r>
          </w:p>
          <w:p w14:paraId="26C670BB" w14:textId="77777777"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14:paraId="25DF9013" w14:textId="77777777" w:rsidR="003A0C0B" w:rsidRPr="00392557" w:rsidRDefault="003A0C0B">
            <w:pPr>
              <w:jc w:val="center"/>
              <w:rPr>
                <w:rFonts w:ascii="OASYS明朝"/>
              </w:rPr>
            </w:pPr>
            <w:r w:rsidRPr="00392557">
              <w:rPr>
                <w:rFonts w:ascii="ＭＳ Ｐ明朝" w:eastAsia="ＭＳ Ｐ明朝"/>
              </w:rPr>
              <w:t>Poor</w:t>
            </w:r>
          </w:p>
          <w:p w14:paraId="0CA6F016" w14:textId="77777777" w:rsidR="003A0C0B" w:rsidRPr="00392557" w:rsidRDefault="003A0C0B">
            <w:pPr>
              <w:jc w:val="center"/>
              <w:rPr>
                <w:rFonts w:ascii="OASYS明朝"/>
                <w:sz w:val="14"/>
              </w:rPr>
            </w:pPr>
            <w:r w:rsidRPr="00392557">
              <w:rPr>
                <w:rFonts w:ascii="OASYS明朝" w:hint="eastAsia"/>
              </w:rPr>
              <w:t>（不可）</w:t>
            </w:r>
          </w:p>
        </w:tc>
      </w:tr>
      <w:tr w:rsidR="003A0C0B" w:rsidRPr="00392557" w14:paraId="11164A43" w14:textId="77777777">
        <w:trPr>
          <w:trHeight w:val="420"/>
        </w:trPr>
        <w:tc>
          <w:tcPr>
            <w:tcW w:w="3201" w:type="dxa"/>
            <w:tcBorders>
              <w:top w:val="nil"/>
              <w:left w:val="single" w:sz="4" w:space="0" w:color="auto"/>
              <w:bottom w:val="single" w:sz="4" w:space="0" w:color="auto"/>
              <w:right w:val="nil"/>
            </w:tcBorders>
            <w:vAlign w:val="center"/>
          </w:tcPr>
          <w:p w14:paraId="1140FB48" w14:textId="77777777" w:rsidR="003A0C0B" w:rsidRPr="00392557" w:rsidRDefault="003A0C0B">
            <w:pPr>
              <w:jc w:val="center"/>
              <w:rPr>
                <w:rFonts w:ascii="OASYS明朝"/>
              </w:rPr>
            </w:pPr>
            <w:r w:rsidRPr="00392557">
              <w:rPr>
                <w:rFonts w:ascii="ＭＳ Ｐ明朝" w:eastAsia="ＭＳ Ｐ明朝"/>
              </w:rPr>
              <w:t>Reading</w:t>
            </w:r>
          </w:p>
          <w:p w14:paraId="04F4B6D3" w14:textId="77777777"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14:paraId="3B1682F0"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69A9F332"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37E3C657"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383CD724" w14:textId="77777777" w:rsidR="003A0C0B" w:rsidRPr="00392557" w:rsidRDefault="003A0C0B">
            <w:pPr>
              <w:jc w:val="center"/>
              <w:rPr>
                <w:rFonts w:ascii="OASYS明朝"/>
                <w:sz w:val="14"/>
              </w:rPr>
            </w:pPr>
          </w:p>
        </w:tc>
      </w:tr>
      <w:tr w:rsidR="003A0C0B" w:rsidRPr="00392557" w14:paraId="7738E5C0" w14:textId="77777777">
        <w:trPr>
          <w:trHeight w:val="420"/>
        </w:trPr>
        <w:tc>
          <w:tcPr>
            <w:tcW w:w="3201" w:type="dxa"/>
            <w:tcBorders>
              <w:top w:val="nil"/>
              <w:left w:val="single" w:sz="4" w:space="0" w:color="auto"/>
              <w:bottom w:val="single" w:sz="4" w:space="0" w:color="auto"/>
              <w:right w:val="nil"/>
            </w:tcBorders>
            <w:vAlign w:val="center"/>
          </w:tcPr>
          <w:p w14:paraId="1F2B9913" w14:textId="77777777" w:rsidR="003A0C0B" w:rsidRPr="00392557" w:rsidRDefault="003A0C0B">
            <w:pPr>
              <w:jc w:val="center"/>
              <w:rPr>
                <w:rFonts w:ascii="OASYS明朝"/>
              </w:rPr>
            </w:pPr>
            <w:r w:rsidRPr="00392557">
              <w:rPr>
                <w:rFonts w:ascii="ＭＳ Ｐ明朝" w:eastAsia="ＭＳ Ｐ明朝"/>
              </w:rPr>
              <w:t>Writing</w:t>
            </w:r>
          </w:p>
          <w:p w14:paraId="669C323C" w14:textId="77777777"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14:paraId="11401AD1"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6351706E"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4653281E"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7F36DFE9" w14:textId="77777777" w:rsidR="003A0C0B" w:rsidRPr="00392557" w:rsidRDefault="003A0C0B">
            <w:pPr>
              <w:jc w:val="center"/>
              <w:rPr>
                <w:rFonts w:ascii="OASYS明朝"/>
                <w:sz w:val="14"/>
              </w:rPr>
            </w:pPr>
          </w:p>
        </w:tc>
      </w:tr>
      <w:tr w:rsidR="003A0C0B" w:rsidRPr="00392557" w14:paraId="795FCD92" w14:textId="77777777">
        <w:trPr>
          <w:trHeight w:val="420"/>
        </w:trPr>
        <w:tc>
          <w:tcPr>
            <w:tcW w:w="3201" w:type="dxa"/>
            <w:tcBorders>
              <w:top w:val="nil"/>
              <w:left w:val="single" w:sz="4" w:space="0" w:color="auto"/>
              <w:bottom w:val="single" w:sz="4" w:space="0" w:color="auto"/>
              <w:right w:val="nil"/>
            </w:tcBorders>
            <w:vAlign w:val="center"/>
          </w:tcPr>
          <w:p w14:paraId="5CD2FD8B" w14:textId="77777777" w:rsidR="003A0C0B" w:rsidRPr="00392557" w:rsidRDefault="003A0C0B">
            <w:pPr>
              <w:jc w:val="center"/>
              <w:rPr>
                <w:rFonts w:ascii="OASYS明朝"/>
              </w:rPr>
            </w:pPr>
            <w:r w:rsidRPr="00392557">
              <w:rPr>
                <w:rFonts w:ascii="ＭＳ Ｐ明朝" w:eastAsia="ＭＳ Ｐ明朝"/>
              </w:rPr>
              <w:t>Speaking</w:t>
            </w:r>
          </w:p>
          <w:p w14:paraId="2555B502" w14:textId="77777777"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14:paraId="640DDCB3"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02D8AA1B"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14:paraId="4D027093" w14:textId="77777777"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14:paraId="71A59C08" w14:textId="77777777" w:rsidR="003A0C0B" w:rsidRPr="00392557" w:rsidRDefault="003A0C0B">
            <w:pPr>
              <w:jc w:val="center"/>
              <w:rPr>
                <w:rFonts w:ascii="OASYS明朝"/>
                <w:sz w:val="14"/>
              </w:rPr>
            </w:pPr>
          </w:p>
        </w:tc>
      </w:tr>
      <w:tr w:rsidR="003A0C0B" w:rsidRPr="00392557" w14:paraId="2EB87B48" w14:textId="77777777">
        <w:trPr>
          <w:trHeight w:hRule="exact" w:val="140"/>
        </w:trPr>
        <w:tc>
          <w:tcPr>
            <w:tcW w:w="3201" w:type="dxa"/>
          </w:tcPr>
          <w:p w14:paraId="6B5E652E" w14:textId="77777777" w:rsidR="003A0C0B" w:rsidRPr="00392557" w:rsidRDefault="003A0C0B">
            <w:pPr>
              <w:jc w:val="left"/>
              <w:rPr>
                <w:rFonts w:ascii="OASYS明朝"/>
                <w:sz w:val="14"/>
              </w:rPr>
            </w:pPr>
          </w:p>
        </w:tc>
        <w:tc>
          <w:tcPr>
            <w:tcW w:w="1674" w:type="dxa"/>
          </w:tcPr>
          <w:p w14:paraId="1F5C7B64" w14:textId="77777777" w:rsidR="003A0C0B" w:rsidRPr="00392557" w:rsidRDefault="003A0C0B">
            <w:pPr>
              <w:jc w:val="left"/>
              <w:rPr>
                <w:rFonts w:ascii="OASYS明朝"/>
                <w:sz w:val="14"/>
              </w:rPr>
            </w:pPr>
          </w:p>
        </w:tc>
        <w:tc>
          <w:tcPr>
            <w:tcW w:w="1650" w:type="dxa"/>
          </w:tcPr>
          <w:p w14:paraId="39F67189" w14:textId="77777777" w:rsidR="003A0C0B" w:rsidRPr="00392557" w:rsidRDefault="003A0C0B">
            <w:pPr>
              <w:jc w:val="left"/>
              <w:rPr>
                <w:rFonts w:ascii="OASYS明朝"/>
                <w:sz w:val="14"/>
              </w:rPr>
            </w:pPr>
          </w:p>
        </w:tc>
        <w:tc>
          <w:tcPr>
            <w:tcW w:w="3311" w:type="dxa"/>
            <w:gridSpan w:val="2"/>
          </w:tcPr>
          <w:p w14:paraId="3E6E762D" w14:textId="77777777" w:rsidR="003A0C0B" w:rsidRPr="00392557" w:rsidRDefault="003A0C0B">
            <w:pPr>
              <w:jc w:val="left"/>
              <w:rPr>
                <w:rFonts w:ascii="OASYS明朝"/>
                <w:sz w:val="14"/>
              </w:rPr>
            </w:pPr>
          </w:p>
        </w:tc>
      </w:tr>
    </w:tbl>
    <w:p w14:paraId="765E5850" w14:textId="77777777" w:rsidR="003A0C0B" w:rsidRPr="00392557" w:rsidRDefault="003A0C0B">
      <w:pPr>
        <w:jc w:val="left"/>
        <w:rPr>
          <w:rFonts w:ascii="OASYS明朝"/>
        </w:rPr>
      </w:pPr>
    </w:p>
    <w:p w14:paraId="1C6EE921" w14:textId="77777777"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14:paraId="65F25866" w14:textId="77777777"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14:paraId="3A7F60BC" w14:textId="77777777">
        <w:trPr>
          <w:trHeight w:val="420"/>
        </w:trPr>
        <w:tc>
          <w:tcPr>
            <w:tcW w:w="3201" w:type="dxa"/>
            <w:tcBorders>
              <w:top w:val="single" w:sz="4" w:space="0" w:color="auto"/>
              <w:left w:val="single" w:sz="4" w:space="0" w:color="auto"/>
              <w:bottom w:val="single" w:sz="4" w:space="0" w:color="auto"/>
              <w:right w:val="nil"/>
            </w:tcBorders>
            <w:vAlign w:val="center"/>
          </w:tcPr>
          <w:p w14:paraId="1D3630DA" w14:textId="77777777" w:rsidR="003A0C0B" w:rsidRPr="00392557" w:rsidRDefault="003A0C0B">
            <w:pPr>
              <w:jc w:val="center"/>
              <w:rPr>
                <w:rFonts w:ascii="OASYS明朝"/>
              </w:rPr>
            </w:pPr>
          </w:p>
          <w:p w14:paraId="42FCCEF9" w14:textId="77777777"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14:paraId="779CEDA3" w14:textId="77777777" w:rsidR="003A0C0B" w:rsidRPr="00392557" w:rsidRDefault="003A0C0B">
            <w:pPr>
              <w:jc w:val="center"/>
              <w:rPr>
                <w:rFonts w:ascii="OASYS明朝"/>
              </w:rPr>
            </w:pPr>
            <w:r w:rsidRPr="00392557">
              <w:rPr>
                <w:rFonts w:ascii="ＭＳ Ｐ明朝" w:eastAsia="ＭＳ Ｐ明朝"/>
              </w:rPr>
              <w:t>Excellent</w:t>
            </w:r>
          </w:p>
          <w:p w14:paraId="5A55757B" w14:textId="77777777"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14:paraId="1B88E5D9" w14:textId="77777777" w:rsidR="003A0C0B" w:rsidRPr="00392557" w:rsidRDefault="003A0C0B">
            <w:pPr>
              <w:jc w:val="center"/>
              <w:rPr>
                <w:rFonts w:ascii="OASYS明朝"/>
              </w:rPr>
            </w:pPr>
            <w:r w:rsidRPr="00392557">
              <w:rPr>
                <w:rFonts w:ascii="ＭＳ Ｐ明朝" w:eastAsia="ＭＳ Ｐ明朝"/>
              </w:rPr>
              <w:t>Good</w:t>
            </w:r>
          </w:p>
          <w:p w14:paraId="6DE67A77" w14:textId="77777777"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14:paraId="3DF50FC2" w14:textId="77777777" w:rsidR="003A0C0B" w:rsidRPr="00392557" w:rsidRDefault="003A0C0B">
            <w:pPr>
              <w:jc w:val="center"/>
              <w:rPr>
                <w:rFonts w:ascii="ＭＳ Ｐ明朝" w:eastAsia="ＭＳ Ｐ明朝"/>
              </w:rPr>
            </w:pPr>
            <w:r w:rsidRPr="00392557">
              <w:rPr>
                <w:rFonts w:ascii="ＭＳ Ｐ明朝" w:eastAsia="ＭＳ Ｐ明朝"/>
              </w:rPr>
              <w:t>Fair</w:t>
            </w:r>
          </w:p>
          <w:p w14:paraId="7D6A47EF" w14:textId="77777777"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14:paraId="7156A072" w14:textId="77777777" w:rsidR="003A0C0B" w:rsidRPr="00392557" w:rsidRDefault="003A0C0B">
            <w:pPr>
              <w:jc w:val="center"/>
              <w:rPr>
                <w:rFonts w:ascii="OASYS明朝"/>
              </w:rPr>
            </w:pPr>
            <w:r w:rsidRPr="00392557">
              <w:rPr>
                <w:rFonts w:ascii="ＭＳ Ｐ明朝" w:eastAsia="ＭＳ Ｐ明朝"/>
              </w:rPr>
              <w:t>Poor</w:t>
            </w:r>
          </w:p>
          <w:p w14:paraId="235622BD" w14:textId="77777777" w:rsidR="003A0C0B" w:rsidRPr="00392557" w:rsidRDefault="003A0C0B">
            <w:pPr>
              <w:jc w:val="center"/>
              <w:rPr>
                <w:rFonts w:ascii="OASYS明朝"/>
                <w:sz w:val="14"/>
              </w:rPr>
            </w:pPr>
            <w:r w:rsidRPr="00392557">
              <w:rPr>
                <w:rFonts w:ascii="OASYS明朝" w:hint="eastAsia"/>
              </w:rPr>
              <w:t>（不可）</w:t>
            </w:r>
          </w:p>
        </w:tc>
      </w:tr>
      <w:tr w:rsidR="003A0C0B" w:rsidRPr="00392557" w14:paraId="1E5B6C1B" w14:textId="77777777">
        <w:trPr>
          <w:trHeight w:val="420"/>
        </w:trPr>
        <w:tc>
          <w:tcPr>
            <w:tcW w:w="3201" w:type="dxa"/>
            <w:tcBorders>
              <w:top w:val="nil"/>
              <w:left w:val="single" w:sz="4" w:space="0" w:color="auto"/>
              <w:bottom w:val="single" w:sz="4" w:space="0" w:color="auto"/>
              <w:right w:val="nil"/>
            </w:tcBorders>
            <w:vAlign w:val="center"/>
          </w:tcPr>
          <w:p w14:paraId="43AEEF5A" w14:textId="77777777" w:rsidR="003A0C0B" w:rsidRPr="00392557" w:rsidRDefault="003A0C0B">
            <w:pPr>
              <w:jc w:val="center"/>
              <w:rPr>
                <w:rFonts w:ascii="OASYS明朝"/>
              </w:rPr>
            </w:pPr>
            <w:r w:rsidRPr="00392557">
              <w:rPr>
                <w:rFonts w:ascii="ＭＳ Ｐ明朝" w:eastAsia="ＭＳ Ｐ明朝"/>
              </w:rPr>
              <w:t>English</w:t>
            </w:r>
          </w:p>
          <w:p w14:paraId="29212E7B" w14:textId="77777777"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14:paraId="7900F5E7" w14:textId="77777777" w:rsidR="003A0C0B" w:rsidRPr="00392557" w:rsidRDefault="003A0C0B">
            <w:pPr>
              <w:jc w:val="center"/>
              <w:rPr>
                <w:rFonts w:ascii="OASYS明朝"/>
              </w:rPr>
            </w:pPr>
          </w:p>
          <w:p w14:paraId="34E69B3A"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0DDDC0BD" w14:textId="77777777" w:rsidR="003A0C0B" w:rsidRPr="00392557" w:rsidRDefault="003A0C0B">
            <w:pPr>
              <w:jc w:val="center"/>
              <w:rPr>
                <w:rFonts w:ascii="OASYS明朝"/>
              </w:rPr>
            </w:pPr>
          </w:p>
          <w:p w14:paraId="0F37BCC6"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6851AE8D" w14:textId="77777777" w:rsidR="003A0C0B" w:rsidRPr="00392557" w:rsidRDefault="003A0C0B">
            <w:pPr>
              <w:jc w:val="center"/>
              <w:rPr>
                <w:rFonts w:ascii="OASYS明朝"/>
              </w:rPr>
            </w:pPr>
          </w:p>
          <w:p w14:paraId="20A24106"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0BA548F1" w14:textId="77777777" w:rsidR="003A0C0B" w:rsidRPr="00392557" w:rsidRDefault="003A0C0B">
            <w:pPr>
              <w:jc w:val="center"/>
              <w:rPr>
                <w:rFonts w:ascii="OASYS明朝"/>
              </w:rPr>
            </w:pPr>
          </w:p>
          <w:p w14:paraId="5EEBFD25" w14:textId="77777777" w:rsidR="003A0C0B" w:rsidRPr="00392557" w:rsidRDefault="003A0C0B">
            <w:pPr>
              <w:jc w:val="center"/>
              <w:rPr>
                <w:rFonts w:ascii="OASYS明朝"/>
                <w:sz w:val="14"/>
              </w:rPr>
            </w:pPr>
          </w:p>
        </w:tc>
      </w:tr>
      <w:tr w:rsidR="003A0C0B" w:rsidRPr="00392557" w14:paraId="731FE807" w14:textId="77777777">
        <w:trPr>
          <w:trHeight w:val="420"/>
        </w:trPr>
        <w:tc>
          <w:tcPr>
            <w:tcW w:w="3201" w:type="dxa"/>
            <w:tcBorders>
              <w:top w:val="nil"/>
              <w:left w:val="single" w:sz="4" w:space="0" w:color="auto"/>
              <w:bottom w:val="single" w:sz="4" w:space="0" w:color="auto"/>
              <w:right w:val="nil"/>
            </w:tcBorders>
            <w:vAlign w:val="center"/>
          </w:tcPr>
          <w:p w14:paraId="344EFE5C" w14:textId="77777777" w:rsidR="003A0C0B" w:rsidRPr="00392557" w:rsidRDefault="003A0C0B">
            <w:pPr>
              <w:jc w:val="center"/>
              <w:rPr>
                <w:rFonts w:ascii="OASYS明朝"/>
              </w:rPr>
            </w:pPr>
            <w:r w:rsidRPr="00392557">
              <w:rPr>
                <w:rFonts w:ascii="ＭＳ Ｐ明朝" w:eastAsia="ＭＳ Ｐ明朝"/>
              </w:rPr>
              <w:t>French</w:t>
            </w:r>
          </w:p>
          <w:p w14:paraId="5580CBE3" w14:textId="77777777"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14:paraId="491AB3B5" w14:textId="77777777" w:rsidR="003A0C0B" w:rsidRPr="00392557" w:rsidRDefault="003A0C0B">
            <w:pPr>
              <w:jc w:val="center"/>
              <w:rPr>
                <w:rFonts w:ascii="OASYS明朝"/>
              </w:rPr>
            </w:pPr>
          </w:p>
          <w:p w14:paraId="206D0457"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114C526D" w14:textId="77777777" w:rsidR="003A0C0B" w:rsidRPr="00392557" w:rsidRDefault="003A0C0B">
            <w:pPr>
              <w:jc w:val="center"/>
              <w:rPr>
                <w:rFonts w:ascii="OASYS明朝"/>
              </w:rPr>
            </w:pPr>
          </w:p>
          <w:p w14:paraId="3802EAC0"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62F4A8B5" w14:textId="77777777" w:rsidR="003A0C0B" w:rsidRPr="00392557" w:rsidRDefault="003A0C0B">
            <w:pPr>
              <w:jc w:val="center"/>
              <w:rPr>
                <w:rFonts w:ascii="OASYS明朝"/>
              </w:rPr>
            </w:pPr>
          </w:p>
          <w:p w14:paraId="5EF9033D"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11FE330C" w14:textId="77777777" w:rsidR="003A0C0B" w:rsidRPr="00392557" w:rsidRDefault="003A0C0B">
            <w:pPr>
              <w:jc w:val="center"/>
              <w:rPr>
                <w:rFonts w:ascii="OASYS明朝"/>
              </w:rPr>
            </w:pPr>
          </w:p>
          <w:p w14:paraId="5FF91ECF" w14:textId="77777777" w:rsidR="003A0C0B" w:rsidRPr="00392557" w:rsidRDefault="003A0C0B">
            <w:pPr>
              <w:jc w:val="center"/>
              <w:rPr>
                <w:rFonts w:ascii="OASYS明朝"/>
                <w:sz w:val="14"/>
              </w:rPr>
            </w:pPr>
          </w:p>
        </w:tc>
      </w:tr>
      <w:tr w:rsidR="003A0C0B" w:rsidRPr="00392557" w14:paraId="018206E5" w14:textId="77777777">
        <w:trPr>
          <w:trHeight w:val="420"/>
        </w:trPr>
        <w:tc>
          <w:tcPr>
            <w:tcW w:w="3201" w:type="dxa"/>
            <w:tcBorders>
              <w:top w:val="nil"/>
              <w:left w:val="single" w:sz="4" w:space="0" w:color="auto"/>
              <w:bottom w:val="single" w:sz="4" w:space="0" w:color="auto"/>
              <w:right w:val="nil"/>
            </w:tcBorders>
            <w:vAlign w:val="center"/>
          </w:tcPr>
          <w:p w14:paraId="2A1545E9" w14:textId="77777777" w:rsidR="003A0C0B" w:rsidRPr="00392557" w:rsidRDefault="003A0C0B">
            <w:pPr>
              <w:jc w:val="center"/>
              <w:rPr>
                <w:rFonts w:ascii="OASYS明朝"/>
              </w:rPr>
            </w:pPr>
            <w:r w:rsidRPr="00392557">
              <w:rPr>
                <w:rFonts w:ascii="ＭＳ Ｐ明朝" w:eastAsia="ＭＳ Ｐ明朝"/>
              </w:rPr>
              <w:t>German</w:t>
            </w:r>
          </w:p>
          <w:p w14:paraId="0D27CEBE" w14:textId="77777777"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14:paraId="4B33135C" w14:textId="77777777" w:rsidR="003A0C0B" w:rsidRPr="00392557" w:rsidRDefault="003A0C0B">
            <w:pPr>
              <w:jc w:val="center"/>
              <w:rPr>
                <w:rFonts w:ascii="OASYS明朝"/>
              </w:rPr>
            </w:pPr>
          </w:p>
          <w:p w14:paraId="017A7D14"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531D14C6" w14:textId="77777777" w:rsidR="003A0C0B" w:rsidRPr="00392557" w:rsidRDefault="003A0C0B">
            <w:pPr>
              <w:jc w:val="center"/>
              <w:rPr>
                <w:rFonts w:ascii="OASYS明朝"/>
              </w:rPr>
            </w:pPr>
          </w:p>
          <w:p w14:paraId="1DB2C5BA"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6E582EAF" w14:textId="77777777" w:rsidR="003A0C0B" w:rsidRPr="00392557" w:rsidRDefault="003A0C0B">
            <w:pPr>
              <w:jc w:val="center"/>
              <w:rPr>
                <w:rFonts w:ascii="OASYS明朝"/>
              </w:rPr>
            </w:pPr>
          </w:p>
          <w:p w14:paraId="4803DFAB"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57A872C5" w14:textId="77777777" w:rsidR="003A0C0B" w:rsidRPr="00392557" w:rsidRDefault="003A0C0B">
            <w:pPr>
              <w:jc w:val="center"/>
              <w:rPr>
                <w:rFonts w:ascii="OASYS明朝"/>
              </w:rPr>
            </w:pPr>
          </w:p>
          <w:p w14:paraId="7447CCA0" w14:textId="77777777" w:rsidR="003A0C0B" w:rsidRPr="00392557" w:rsidRDefault="003A0C0B">
            <w:pPr>
              <w:jc w:val="center"/>
              <w:rPr>
                <w:rFonts w:ascii="OASYS明朝"/>
                <w:sz w:val="14"/>
              </w:rPr>
            </w:pPr>
          </w:p>
        </w:tc>
      </w:tr>
      <w:tr w:rsidR="003A0C0B" w:rsidRPr="00392557" w14:paraId="50BDB001" w14:textId="77777777">
        <w:trPr>
          <w:trHeight w:val="420"/>
        </w:trPr>
        <w:tc>
          <w:tcPr>
            <w:tcW w:w="3201" w:type="dxa"/>
            <w:tcBorders>
              <w:top w:val="nil"/>
              <w:left w:val="single" w:sz="4" w:space="0" w:color="auto"/>
              <w:bottom w:val="single" w:sz="4" w:space="0" w:color="auto"/>
              <w:right w:val="nil"/>
            </w:tcBorders>
            <w:vAlign w:val="center"/>
          </w:tcPr>
          <w:p w14:paraId="744F40E7" w14:textId="77777777" w:rsidR="003A0C0B" w:rsidRPr="00392557" w:rsidRDefault="003A0C0B">
            <w:pPr>
              <w:jc w:val="center"/>
              <w:rPr>
                <w:rFonts w:ascii="OASYS明朝"/>
              </w:rPr>
            </w:pPr>
            <w:r w:rsidRPr="00392557">
              <w:rPr>
                <w:rFonts w:ascii="ＭＳ Ｐ明朝" w:eastAsia="ＭＳ Ｐ明朝"/>
              </w:rPr>
              <w:t>Spanish</w:t>
            </w:r>
          </w:p>
          <w:p w14:paraId="1F79C339" w14:textId="77777777"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14:paraId="1D4336E7" w14:textId="77777777" w:rsidR="003A0C0B" w:rsidRPr="00392557" w:rsidRDefault="003A0C0B">
            <w:pPr>
              <w:jc w:val="center"/>
              <w:rPr>
                <w:rFonts w:ascii="OASYS明朝"/>
              </w:rPr>
            </w:pPr>
          </w:p>
          <w:p w14:paraId="369E038D"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66FB0493" w14:textId="77777777" w:rsidR="003A0C0B" w:rsidRPr="00392557" w:rsidRDefault="003A0C0B">
            <w:pPr>
              <w:jc w:val="center"/>
              <w:rPr>
                <w:rFonts w:ascii="OASYS明朝"/>
              </w:rPr>
            </w:pPr>
          </w:p>
          <w:p w14:paraId="46EB58C3"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4DB9171E" w14:textId="77777777" w:rsidR="003A0C0B" w:rsidRPr="00392557" w:rsidRDefault="003A0C0B">
            <w:pPr>
              <w:jc w:val="center"/>
              <w:rPr>
                <w:rFonts w:ascii="OASYS明朝"/>
              </w:rPr>
            </w:pPr>
          </w:p>
          <w:p w14:paraId="50B8B16A"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587B0F57" w14:textId="77777777" w:rsidR="003A0C0B" w:rsidRPr="00392557" w:rsidRDefault="003A0C0B">
            <w:pPr>
              <w:jc w:val="center"/>
              <w:rPr>
                <w:rFonts w:ascii="OASYS明朝"/>
              </w:rPr>
            </w:pPr>
          </w:p>
          <w:p w14:paraId="040862A9" w14:textId="77777777" w:rsidR="003A0C0B" w:rsidRPr="00392557" w:rsidRDefault="003A0C0B">
            <w:pPr>
              <w:jc w:val="center"/>
              <w:rPr>
                <w:rFonts w:ascii="OASYS明朝"/>
                <w:sz w:val="14"/>
              </w:rPr>
            </w:pPr>
          </w:p>
        </w:tc>
      </w:tr>
      <w:tr w:rsidR="003A0C0B" w:rsidRPr="00392557" w14:paraId="66493209" w14:textId="77777777">
        <w:trPr>
          <w:trHeight w:val="420"/>
        </w:trPr>
        <w:tc>
          <w:tcPr>
            <w:tcW w:w="3201" w:type="dxa"/>
            <w:tcBorders>
              <w:top w:val="nil"/>
              <w:left w:val="single" w:sz="4" w:space="0" w:color="auto"/>
              <w:bottom w:val="single" w:sz="4" w:space="0" w:color="auto"/>
              <w:right w:val="nil"/>
            </w:tcBorders>
            <w:vAlign w:val="center"/>
          </w:tcPr>
          <w:p w14:paraId="18160290" w14:textId="77777777" w:rsidR="003A0C0B" w:rsidRPr="00392557" w:rsidRDefault="003A0C0B">
            <w:pPr>
              <w:jc w:val="center"/>
              <w:rPr>
                <w:rFonts w:ascii="OASYS明朝"/>
              </w:rPr>
            </w:pPr>
          </w:p>
          <w:p w14:paraId="1F6D0CE1" w14:textId="77777777"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14:paraId="3593E0EA" w14:textId="77777777" w:rsidR="003A0C0B" w:rsidRPr="00392557" w:rsidRDefault="003A0C0B">
            <w:pPr>
              <w:jc w:val="center"/>
              <w:rPr>
                <w:rFonts w:ascii="OASYS明朝"/>
              </w:rPr>
            </w:pPr>
          </w:p>
          <w:p w14:paraId="05284E4C" w14:textId="77777777"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14:paraId="7650728D" w14:textId="77777777" w:rsidR="003A0C0B" w:rsidRPr="00392557" w:rsidRDefault="003A0C0B">
            <w:pPr>
              <w:jc w:val="center"/>
              <w:rPr>
                <w:rFonts w:ascii="OASYS明朝"/>
              </w:rPr>
            </w:pPr>
          </w:p>
          <w:p w14:paraId="07478D3A" w14:textId="77777777"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14:paraId="5F01A33D" w14:textId="77777777" w:rsidR="003A0C0B" w:rsidRPr="00392557" w:rsidRDefault="003A0C0B">
            <w:pPr>
              <w:jc w:val="center"/>
              <w:rPr>
                <w:rFonts w:ascii="OASYS明朝"/>
              </w:rPr>
            </w:pPr>
          </w:p>
          <w:p w14:paraId="5CE04BB3" w14:textId="77777777"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14:paraId="23C50B7D" w14:textId="77777777" w:rsidR="003A0C0B" w:rsidRPr="00392557" w:rsidRDefault="003A0C0B">
            <w:pPr>
              <w:jc w:val="center"/>
              <w:rPr>
                <w:rFonts w:ascii="OASYS明朝"/>
              </w:rPr>
            </w:pPr>
          </w:p>
          <w:p w14:paraId="59567EBE" w14:textId="77777777" w:rsidR="003A0C0B" w:rsidRPr="00392557" w:rsidRDefault="003A0C0B">
            <w:pPr>
              <w:jc w:val="center"/>
              <w:rPr>
                <w:rFonts w:ascii="OASYS明朝"/>
                <w:sz w:val="14"/>
              </w:rPr>
            </w:pPr>
          </w:p>
        </w:tc>
      </w:tr>
      <w:tr w:rsidR="003A0C0B" w:rsidRPr="00392557" w14:paraId="46B8162B" w14:textId="77777777">
        <w:trPr>
          <w:trHeight w:hRule="exact" w:val="140"/>
        </w:trPr>
        <w:tc>
          <w:tcPr>
            <w:tcW w:w="3201" w:type="dxa"/>
          </w:tcPr>
          <w:p w14:paraId="21117C81" w14:textId="77777777" w:rsidR="003A0C0B" w:rsidRPr="00392557" w:rsidRDefault="003A0C0B">
            <w:pPr>
              <w:jc w:val="left"/>
              <w:rPr>
                <w:rFonts w:ascii="OASYS明朝"/>
                <w:sz w:val="14"/>
              </w:rPr>
            </w:pPr>
          </w:p>
        </w:tc>
        <w:tc>
          <w:tcPr>
            <w:tcW w:w="1674" w:type="dxa"/>
          </w:tcPr>
          <w:p w14:paraId="36E236A8" w14:textId="77777777" w:rsidR="003A0C0B" w:rsidRPr="00392557" w:rsidRDefault="003A0C0B">
            <w:pPr>
              <w:jc w:val="left"/>
              <w:rPr>
                <w:rFonts w:ascii="OASYS明朝"/>
                <w:sz w:val="14"/>
              </w:rPr>
            </w:pPr>
          </w:p>
        </w:tc>
        <w:tc>
          <w:tcPr>
            <w:tcW w:w="1650" w:type="dxa"/>
          </w:tcPr>
          <w:p w14:paraId="1F57A40C" w14:textId="77777777" w:rsidR="003A0C0B" w:rsidRPr="00392557" w:rsidRDefault="003A0C0B">
            <w:pPr>
              <w:jc w:val="left"/>
              <w:rPr>
                <w:rFonts w:ascii="OASYS明朝"/>
                <w:sz w:val="14"/>
              </w:rPr>
            </w:pPr>
          </w:p>
        </w:tc>
        <w:tc>
          <w:tcPr>
            <w:tcW w:w="3311" w:type="dxa"/>
            <w:gridSpan w:val="2"/>
          </w:tcPr>
          <w:p w14:paraId="003D321C" w14:textId="77777777" w:rsidR="003A0C0B" w:rsidRPr="00392557" w:rsidRDefault="003A0C0B">
            <w:pPr>
              <w:jc w:val="left"/>
              <w:rPr>
                <w:rFonts w:ascii="OASYS明朝"/>
                <w:sz w:val="14"/>
              </w:rPr>
            </w:pPr>
          </w:p>
        </w:tc>
      </w:tr>
    </w:tbl>
    <w:p w14:paraId="1F3739BB" w14:textId="77777777" w:rsidR="003A0C0B" w:rsidRPr="00392557" w:rsidRDefault="003A0C0B">
      <w:pPr>
        <w:spacing w:line="240" w:lineRule="exact"/>
        <w:jc w:val="left"/>
        <w:rPr>
          <w:rFonts w:ascii="OASYS明朝"/>
        </w:rPr>
      </w:pPr>
    </w:p>
    <w:p w14:paraId="24AE6F16" w14:textId="77777777"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14:paraId="52E862A7" w14:textId="77777777"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14:paraId="381D7B55" w14:textId="77777777"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14:anchorId="1288B90D" wp14:editId="222FCFE3">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07E38" id="Line 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" o:allowincell="f" strokeweight=".5pt"/>
            </w:pict>
          </mc:Fallback>
        </mc:AlternateContent>
      </w:r>
      <w:r w:rsidR="003A0C0B" w:rsidRPr="00392557">
        <w:rPr>
          <w:rFonts w:ascii="OASYS明朝" w:hint="eastAsia"/>
        </w:rPr>
        <w:t xml:space="preserve">　　　　（氏名）</w:t>
      </w:r>
    </w:p>
    <w:p w14:paraId="5E113D79" w14:textId="77777777"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14:paraId="567043BE" w14:textId="77777777"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14:anchorId="1F46F8BB" wp14:editId="00C0D96E">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056A136" id="Group 17" o:spid="_x0000_s1026" style="position:absolute;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14:paraId="2BE3A25F" w14:textId="77777777"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14:paraId="56D8E1E3" w14:textId="77777777"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14:paraId="595EB753" w14:textId="77777777"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14:paraId="21ABE0A4" w14:textId="77777777"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14:anchorId="01620CFC" wp14:editId="2998BF9E">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766109" id="Line 2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" o:allowincell="f" strokeweight=".5pt"/>
            </w:pict>
          </mc:Fallback>
        </mc:AlternateContent>
      </w:r>
      <w:r w:rsidR="003A0C0B" w:rsidRPr="00392557">
        <w:rPr>
          <w:rFonts w:ascii="OASYS明朝" w:hint="eastAsia"/>
          <w:lang w:eastAsia="zh-TW"/>
        </w:rPr>
        <w:t xml:space="preserve">　　　　（職　業）</w:t>
      </w:r>
    </w:p>
    <w:p w14:paraId="59D5C639" w14:textId="77777777"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14:paraId="79225FF4" w14:textId="77777777"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14:anchorId="63FBEBD8" wp14:editId="5293AE0C">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54A58B" id="Line 2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" o:allowincell="f" strokeweight=".5pt"/>
            </w:pict>
          </mc:Fallback>
        </mc:AlternateContent>
      </w:r>
      <w:r w:rsidR="003A0C0B" w:rsidRPr="00392557">
        <w:rPr>
          <w:rFonts w:ascii="OASYS明朝" w:hint="eastAsia"/>
        </w:rPr>
        <w:t xml:space="preserve">　　　　（本人との関係）</w:t>
      </w:r>
    </w:p>
    <w:p w14:paraId="36C81F62" w14:textId="77777777" w:rsidR="003A0C0B" w:rsidRPr="00392557" w:rsidRDefault="003A0C0B">
      <w:pPr>
        <w:jc w:val="left"/>
        <w:rPr>
          <w:rFonts w:ascii="OASYS明朝"/>
        </w:rPr>
      </w:pPr>
      <w:r w:rsidRPr="00392557">
        <w:rPr>
          <w:rFonts w:ascii="OASYS明朝"/>
        </w:rPr>
        <w:lastRenderedPageBreak/>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14:paraId="45DCBCED" w14:textId="77777777">
        <w:trPr>
          <w:trHeight w:val="516"/>
        </w:trPr>
        <w:tc>
          <w:tcPr>
            <w:tcW w:w="1500" w:type="dxa"/>
          </w:tcPr>
          <w:p w14:paraId="3668C34D" w14:textId="77777777" w:rsidR="003A0C0B" w:rsidRPr="00392557" w:rsidRDefault="003A0C0B">
            <w:pPr>
              <w:jc w:val="left"/>
              <w:rPr>
                <w:rFonts w:ascii="OASYS明朝"/>
              </w:rPr>
            </w:pPr>
          </w:p>
          <w:p w14:paraId="6C192C7F" w14:textId="77777777"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14:paraId="1CCD07F0" w14:textId="77777777" w:rsidR="003A0C0B" w:rsidRPr="00392557" w:rsidRDefault="003A0C0B">
            <w:pPr>
              <w:widowControl/>
              <w:jc w:val="left"/>
              <w:rPr>
                <w:rFonts w:ascii="OASYS明朝"/>
              </w:rPr>
            </w:pPr>
          </w:p>
          <w:p w14:paraId="00B64926" w14:textId="77777777"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14:paraId="6C20EACD" w14:textId="77777777" w:rsidR="003A0C0B" w:rsidRPr="00392557" w:rsidRDefault="003A0C0B">
            <w:pPr>
              <w:jc w:val="left"/>
              <w:rPr>
                <w:rFonts w:ascii="OASYS明朝"/>
              </w:rPr>
            </w:pPr>
          </w:p>
        </w:tc>
      </w:tr>
      <w:tr w:rsidR="003A0C0B" w:rsidRPr="00392557" w14:paraId="7047DA45" w14:textId="77777777">
        <w:trPr>
          <w:trHeight w:val="794"/>
        </w:trPr>
        <w:tc>
          <w:tcPr>
            <w:tcW w:w="1500" w:type="dxa"/>
          </w:tcPr>
          <w:p w14:paraId="40489841"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14:paraId="3C05CC61" w14:textId="77777777" w:rsidR="003A0C0B" w:rsidRPr="00392557" w:rsidRDefault="003A0C0B">
            <w:pPr>
              <w:jc w:val="left"/>
              <w:rPr>
                <w:rFonts w:ascii="ＭＳ Ｐ明朝" w:eastAsia="ＭＳ Ｐ明朝" w:hAnsi="ＭＳ Ｐ明朝"/>
              </w:rPr>
            </w:pPr>
          </w:p>
          <w:p w14:paraId="457E8C1D"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14:paraId="22D21D70" w14:textId="77777777" w:rsidR="003A0C0B" w:rsidRPr="00392557" w:rsidRDefault="003A0C0B">
            <w:pPr>
              <w:widowControl/>
              <w:jc w:val="left"/>
              <w:rPr>
                <w:rFonts w:ascii="OASYS明朝"/>
              </w:rPr>
            </w:pPr>
          </w:p>
          <w:p w14:paraId="71C0108D" w14:textId="77777777" w:rsidR="003A0C0B" w:rsidRPr="00392557" w:rsidRDefault="003A0C0B">
            <w:pPr>
              <w:jc w:val="left"/>
              <w:rPr>
                <w:rFonts w:ascii="OASYS明朝"/>
              </w:rPr>
            </w:pPr>
          </w:p>
        </w:tc>
      </w:tr>
      <w:tr w:rsidR="003A0C0B" w:rsidRPr="00392557" w14:paraId="68049958" w14:textId="77777777">
        <w:trPr>
          <w:trHeight w:val="794"/>
        </w:trPr>
        <w:tc>
          <w:tcPr>
            <w:tcW w:w="1500" w:type="dxa"/>
          </w:tcPr>
          <w:p w14:paraId="0F8D7C62"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14:paraId="41E9840F" w14:textId="77777777" w:rsidR="003A0C0B" w:rsidRPr="00392557" w:rsidRDefault="003A0C0B">
            <w:pPr>
              <w:jc w:val="left"/>
              <w:rPr>
                <w:rFonts w:ascii="ＭＳ Ｐ明朝" w:eastAsia="ＭＳ Ｐ明朝" w:hAnsi="ＭＳ Ｐ明朝"/>
              </w:rPr>
            </w:pPr>
          </w:p>
          <w:p w14:paraId="367BFFBA" w14:textId="77777777"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14:paraId="4E0E58F6" w14:textId="77777777" w:rsidR="003A0C0B" w:rsidRPr="00392557" w:rsidRDefault="003A0C0B">
            <w:pPr>
              <w:widowControl/>
              <w:jc w:val="left"/>
              <w:rPr>
                <w:rFonts w:ascii="OASYS明朝"/>
              </w:rPr>
            </w:pPr>
          </w:p>
          <w:p w14:paraId="1777BFC5" w14:textId="77777777" w:rsidR="003A0C0B" w:rsidRPr="00392557" w:rsidRDefault="003A0C0B">
            <w:pPr>
              <w:jc w:val="left"/>
              <w:rPr>
                <w:rFonts w:ascii="OASYS明朝"/>
              </w:rPr>
            </w:pPr>
          </w:p>
        </w:tc>
      </w:tr>
    </w:tbl>
    <w:p w14:paraId="137BA854" w14:textId="77777777" w:rsidR="003A0C0B" w:rsidRPr="00095AB9" w:rsidRDefault="003A0C0B">
      <w:pPr>
        <w:jc w:val="left"/>
        <w:rPr>
          <w:rFonts w:ascii="OASYS明朝"/>
        </w:rPr>
      </w:pPr>
      <w:r w:rsidRPr="00392557">
        <w:rPr>
          <w:rFonts w:ascii="OASYS明朝" w:hint="eastAsia"/>
        </w:rPr>
        <w:t xml:space="preserve">　　　　　　　　　　　　　　　　　　　　　　　　　　　　　　　　　　　　　　　　　　　　　　　　　　　　　　　　　　　　　　</w:t>
      </w:r>
    </w:p>
    <w:p w14:paraId="09F54C73" w14:textId="77777777" w:rsidR="003A0C0B" w:rsidRPr="00392557" w:rsidRDefault="003A0C0B">
      <w:pPr>
        <w:jc w:val="left"/>
        <w:rPr>
          <w:rFonts w:ascii="ＭＳ Ｐ明朝" w:eastAsia="ＭＳ Ｐ明朝"/>
        </w:rPr>
      </w:pPr>
    </w:p>
    <w:p w14:paraId="22829884" w14:textId="77777777" w:rsidR="003A0C0B" w:rsidRPr="00392557" w:rsidRDefault="003A0C0B">
      <w:pPr>
        <w:jc w:val="left"/>
        <w:rPr>
          <w:rFonts w:ascii="ＭＳ 明朝" w:eastAsia="ＭＳ 明朝" w:hAnsi="ＭＳ 明朝"/>
        </w:rPr>
      </w:pPr>
    </w:p>
    <w:p w14:paraId="0721D766" w14:textId="77777777"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14:paraId="3851168F" w14:textId="77777777"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14:paraId="19DB2FC3" w14:textId="77777777"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14:anchorId="0688EC29" wp14:editId="4DD8A6A7">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7E1161" id="Line 2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" o:allowincell="f" strokeweight=".5pt"/>
            </w:pict>
          </mc:Fallback>
        </mc:AlternateContent>
      </w:r>
      <w:r w:rsidR="003A0C0B" w:rsidRPr="00392557">
        <w:rPr>
          <w:rFonts w:ascii="ＭＳ Ｐ明朝" w:eastAsia="ＭＳ Ｐ明朝" w:hint="eastAsia"/>
          <w:lang w:eastAsia="zh-TW"/>
        </w:rPr>
        <w:t xml:space="preserve">　　　　　　　　　　</w:t>
      </w:r>
    </w:p>
    <w:p w14:paraId="08C40E15" w14:textId="77777777"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14:paraId="645CDE9E" w14:textId="77777777" w:rsidR="003A0C0B" w:rsidRPr="00392557" w:rsidRDefault="003A0C0B">
      <w:pPr>
        <w:ind w:left="4425"/>
        <w:jc w:val="left"/>
        <w:rPr>
          <w:rFonts w:ascii="OASYS明朝"/>
        </w:rPr>
      </w:pPr>
      <w:r w:rsidRPr="00392557">
        <w:rPr>
          <w:rFonts w:ascii="OASYS明朝" w:hint="eastAsia"/>
        </w:rPr>
        <w:t>（申請者署名）</w:t>
      </w:r>
    </w:p>
    <w:p w14:paraId="59D54CEE" w14:textId="77777777"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14:anchorId="0B7E32A2" wp14:editId="03691BCA">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D80D7D" id="Line 2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" o:allowincell="f" strokeweight=".5pt"/>
            </w:pict>
          </mc:Fallback>
        </mc:AlternateContent>
      </w:r>
      <w:r w:rsidR="003A0C0B" w:rsidRPr="00392557">
        <w:rPr>
          <w:rFonts w:ascii="OASYS明朝" w:hint="eastAsia"/>
        </w:rPr>
        <w:t xml:space="preserve">　　　　　　</w:t>
      </w:r>
    </w:p>
    <w:p w14:paraId="66F53820" w14:textId="77777777"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14:paraId="68771284" w14:textId="77777777"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14:paraId="3B0E4B90" w14:textId="77777777"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14:anchorId="725BCAEE" wp14:editId="4684EF4B">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93285" id="Line 2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footerReference w:type="default" r:id="rId8"/>
      <w:pgSz w:w="11906" w:h="16838" w:code="9"/>
      <w:pgMar w:top="1361" w:right="907" w:bottom="680" w:left="907"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5948EA" w14:textId="77777777" w:rsidR="00D21E68" w:rsidRDefault="00D21E68">
      <w:r>
        <w:separator/>
      </w:r>
    </w:p>
  </w:endnote>
  <w:endnote w:type="continuationSeparator" w:id="0">
    <w:p w14:paraId="7427D765" w14:textId="77777777" w:rsidR="00D21E68" w:rsidRDefault="00D21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panose1 w:val="00000000000000000000"/>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BBE5F" w14:textId="77777777" w:rsidR="00366749" w:rsidRDefault="00366749">
    <w:pPr>
      <w:pStyle w:val="ad"/>
      <w:jc w:val="center"/>
    </w:pPr>
    <w:r>
      <w:rPr>
        <w:rFonts w:ascii="OASYS明朝" w:hint="eastAsia"/>
        <w:sz w:val="18"/>
      </w:rPr>
      <w:t>－</w:t>
    </w:r>
    <w:r>
      <w:rPr>
        <w:rStyle w:val="af"/>
        <w:rFonts w:ascii="OASYS明朝"/>
        <w:sz w:val="18"/>
      </w:rPr>
      <w:fldChar w:fldCharType="begin"/>
    </w:r>
    <w:r>
      <w:rPr>
        <w:rStyle w:val="af"/>
        <w:rFonts w:ascii="OASYS明朝"/>
        <w:sz w:val="18"/>
      </w:rPr>
      <w:instrText xml:space="preserve"> PAGE </w:instrText>
    </w:r>
    <w:r>
      <w:rPr>
        <w:rStyle w:val="af"/>
        <w:rFonts w:ascii="OASYS明朝"/>
        <w:sz w:val="18"/>
      </w:rPr>
      <w:fldChar w:fldCharType="separate"/>
    </w:r>
    <w:r>
      <w:rPr>
        <w:rStyle w:val="af"/>
        <w:rFonts w:ascii="OASYS明朝"/>
        <w:noProof/>
        <w:sz w:val="18"/>
      </w:rPr>
      <w:t>1</w:t>
    </w:r>
    <w:r>
      <w:rPr>
        <w:rStyle w:val="af"/>
        <w:rFonts w:ascii="OASYS明朝"/>
        <w:sz w:val="18"/>
      </w:rPr>
      <w:fldChar w:fldCharType="end"/>
    </w:r>
    <w:r>
      <w:rPr>
        <w:rFonts w:ascii="OASYS明朝" w:hint="eastAsia"/>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38F74" w14:textId="77777777" w:rsidR="00D21E68" w:rsidRDefault="00D21E68">
      <w:r>
        <w:separator/>
      </w:r>
    </w:p>
  </w:footnote>
  <w:footnote w:type="continuationSeparator" w:id="0">
    <w:p w14:paraId="6D6E05A5" w14:textId="77777777" w:rsidR="00D21E68" w:rsidRDefault="00D21E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16cid:durableId="52195284">
    <w:abstractNumId w:val="0"/>
  </w:num>
  <w:num w:numId="2" w16cid:durableId="707267962">
    <w:abstractNumId w:val="2"/>
  </w:num>
  <w:num w:numId="3" w16cid:durableId="6394575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C0B"/>
    <w:rsid w:val="000025E8"/>
    <w:rsid w:val="00086BED"/>
    <w:rsid w:val="00095AB9"/>
    <w:rsid w:val="000A5510"/>
    <w:rsid w:val="000F0EBB"/>
    <w:rsid w:val="000F25B2"/>
    <w:rsid w:val="00101C87"/>
    <w:rsid w:val="0011500F"/>
    <w:rsid w:val="001215EA"/>
    <w:rsid w:val="00136704"/>
    <w:rsid w:val="001411D6"/>
    <w:rsid w:val="00147857"/>
    <w:rsid w:val="00176C16"/>
    <w:rsid w:val="001A462E"/>
    <w:rsid w:val="001A65F4"/>
    <w:rsid w:val="001C5F38"/>
    <w:rsid w:val="001D6820"/>
    <w:rsid w:val="00203C55"/>
    <w:rsid w:val="002152BE"/>
    <w:rsid w:val="00230151"/>
    <w:rsid w:val="00242642"/>
    <w:rsid w:val="00296BB8"/>
    <w:rsid w:val="0030615B"/>
    <w:rsid w:val="00366749"/>
    <w:rsid w:val="00382D2C"/>
    <w:rsid w:val="00392557"/>
    <w:rsid w:val="003A0C0B"/>
    <w:rsid w:val="003A5C75"/>
    <w:rsid w:val="003A63CE"/>
    <w:rsid w:val="003B1F04"/>
    <w:rsid w:val="003C4529"/>
    <w:rsid w:val="003D76CF"/>
    <w:rsid w:val="003F04D1"/>
    <w:rsid w:val="00412353"/>
    <w:rsid w:val="00426E9D"/>
    <w:rsid w:val="00455450"/>
    <w:rsid w:val="00465E25"/>
    <w:rsid w:val="00485389"/>
    <w:rsid w:val="00497DCE"/>
    <w:rsid w:val="004B4541"/>
    <w:rsid w:val="004B746A"/>
    <w:rsid w:val="004C65C4"/>
    <w:rsid w:val="004E170A"/>
    <w:rsid w:val="00500D57"/>
    <w:rsid w:val="00507525"/>
    <w:rsid w:val="00537A62"/>
    <w:rsid w:val="005714B8"/>
    <w:rsid w:val="00575DF0"/>
    <w:rsid w:val="005A0E50"/>
    <w:rsid w:val="005A3571"/>
    <w:rsid w:val="005B33FA"/>
    <w:rsid w:val="005D6B1F"/>
    <w:rsid w:val="00612CB4"/>
    <w:rsid w:val="0064277A"/>
    <w:rsid w:val="006431AC"/>
    <w:rsid w:val="00651557"/>
    <w:rsid w:val="0065694C"/>
    <w:rsid w:val="0067193B"/>
    <w:rsid w:val="006778EE"/>
    <w:rsid w:val="00736157"/>
    <w:rsid w:val="007747FE"/>
    <w:rsid w:val="00782CF2"/>
    <w:rsid w:val="007B23C5"/>
    <w:rsid w:val="007E28DA"/>
    <w:rsid w:val="0080033B"/>
    <w:rsid w:val="0081449A"/>
    <w:rsid w:val="00820FCE"/>
    <w:rsid w:val="008A0612"/>
    <w:rsid w:val="008B2DCC"/>
    <w:rsid w:val="008D52B0"/>
    <w:rsid w:val="008D5C57"/>
    <w:rsid w:val="008F7ED5"/>
    <w:rsid w:val="00903350"/>
    <w:rsid w:val="00932F2C"/>
    <w:rsid w:val="0097539E"/>
    <w:rsid w:val="00982100"/>
    <w:rsid w:val="009E5E7C"/>
    <w:rsid w:val="00A34F50"/>
    <w:rsid w:val="00A82055"/>
    <w:rsid w:val="00AF2255"/>
    <w:rsid w:val="00B04891"/>
    <w:rsid w:val="00C11411"/>
    <w:rsid w:val="00C63AC8"/>
    <w:rsid w:val="00C8389E"/>
    <w:rsid w:val="00CA27F9"/>
    <w:rsid w:val="00CA4237"/>
    <w:rsid w:val="00CE208C"/>
    <w:rsid w:val="00CF4D18"/>
    <w:rsid w:val="00D21E68"/>
    <w:rsid w:val="00D36BC8"/>
    <w:rsid w:val="00D6336B"/>
    <w:rsid w:val="00D73C81"/>
    <w:rsid w:val="00D777C8"/>
    <w:rsid w:val="00D82101"/>
    <w:rsid w:val="00D97B16"/>
    <w:rsid w:val="00DA6434"/>
    <w:rsid w:val="00DB37FD"/>
    <w:rsid w:val="00DE06D6"/>
    <w:rsid w:val="00E554AF"/>
    <w:rsid w:val="00EB249A"/>
    <w:rsid w:val="00EB3464"/>
    <w:rsid w:val="00F0151F"/>
    <w:rsid w:val="00F0768E"/>
    <w:rsid w:val="00F47259"/>
    <w:rsid w:val="00F919BB"/>
    <w:rsid w:val="00FA7391"/>
    <w:rsid w:val="00FC03BB"/>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366D85B"/>
  <w14:defaultImageDpi w14:val="0"/>
  <w15:docId w15:val="{753768A9-5049-455E-A57C-35B14535B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09830-DFBB-4CF2-88CD-2D0143F8D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NEWDOC.DOT</Template>
  <TotalTime>51</TotalTime>
  <Pages>1</Pages>
  <Words>2029</Words>
  <Characters>4832</Characters>
  <Application>Microsoft Office Word</Application>
  <DocSecurity>0</DocSecurity>
  <Lines>439</Lines>
  <Paragraphs>285</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OKAMOTO Nina</cp:lastModifiedBy>
  <cp:revision>16</cp:revision>
  <cp:lastPrinted>2014-12-21T10:17:00Z</cp:lastPrinted>
  <dcterms:created xsi:type="dcterms:W3CDTF">2016-12-16T07:44:00Z</dcterms:created>
  <dcterms:modified xsi:type="dcterms:W3CDTF">2025-11-03T06:31:00Z</dcterms:modified>
</cp:coreProperties>
</file>